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D1E40" w14:textId="77777777" w:rsidR="00D708C8" w:rsidRPr="008A7D3D" w:rsidRDefault="00D708C8" w:rsidP="00D708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 w:right="-6" w:firstLine="1"/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8A7D3D">
        <w:rPr>
          <w:rFonts w:ascii="Arial" w:hAnsi="Arial" w:cs="Arial"/>
          <w:b/>
          <w:noProof/>
          <w:sz w:val="28"/>
          <w:szCs w:val="28"/>
          <w:lang w:val="fr-FR"/>
        </w:rPr>
        <w:t>Candidatura per una delle Commissioni tecniche dell’ISF per il periodo 2022-2026</w:t>
      </w:r>
    </w:p>
    <w:p w14:paraId="2E71E4C6" w14:textId="77777777" w:rsidR="00D708C8" w:rsidRDefault="00D708C8" w:rsidP="00D708C8">
      <w:pPr>
        <w:spacing w:after="0" w:line="240" w:lineRule="auto"/>
        <w:ind w:left="709" w:right="-144"/>
        <w:jc w:val="both"/>
        <w:rPr>
          <w:rFonts w:cs="Arial"/>
          <w:bCs/>
          <w:noProof/>
          <w:sz w:val="32"/>
          <w:szCs w:val="32"/>
          <w:lang w:val="fr-FR"/>
        </w:rPr>
      </w:pPr>
    </w:p>
    <w:p w14:paraId="62625DAA" w14:textId="77777777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Disciplina sportiva: </w:t>
      </w:r>
    </w:p>
    <w:p w14:paraId="72B03103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6C5537F9" w14:textId="77777777" w:rsidR="00D708C8" w:rsidRDefault="00D708C8" w:rsidP="00D708C8">
      <w:pPr>
        <w:spacing w:after="0" w:line="240" w:lineRule="auto"/>
        <w:ind w:right="839"/>
        <w:jc w:val="both"/>
        <w:rPr>
          <w:rFonts w:ascii="Open Sans" w:hAnsi="Open Sans" w:cs="Open Sans"/>
          <w:i/>
          <w:noProof/>
          <w:sz w:val="18"/>
          <w:szCs w:val="18"/>
          <w:lang w:val="en-GB" w:eastAsia="en-GB"/>
        </w:rPr>
      </w:pPr>
    </w:p>
    <w:p w14:paraId="1C513D47" w14:textId="77777777" w:rsidR="00D708C8" w:rsidRDefault="00D708C8" w:rsidP="00D708C8">
      <w:pPr>
        <w:spacing w:after="0" w:line="240" w:lineRule="auto"/>
        <w:ind w:right="839"/>
        <w:jc w:val="both"/>
        <w:rPr>
          <w:rFonts w:ascii="Open Sans" w:hAnsi="Open Sans" w:cs="Open Sans"/>
          <w:i/>
          <w:noProof/>
          <w:sz w:val="18"/>
          <w:szCs w:val="18"/>
          <w:lang w:val="en-GB" w:eastAsia="en-GB"/>
        </w:rPr>
      </w:pPr>
    </w:p>
    <w:p w14:paraId="73A87CF8" w14:textId="77777777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Nome del candidato: </w:t>
      </w:r>
    </w:p>
    <w:p w14:paraId="21CF2E6E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24350103" w14:textId="77777777" w:rsidR="00D708C8" w:rsidRDefault="00D708C8" w:rsidP="00D708C8">
      <w:pPr>
        <w:spacing w:after="0" w:line="240" w:lineRule="auto"/>
        <w:ind w:right="839"/>
        <w:jc w:val="both"/>
        <w:rPr>
          <w:rFonts w:ascii="Open Sans" w:hAnsi="Open Sans" w:cs="Open Sans"/>
          <w:i/>
          <w:noProof/>
          <w:sz w:val="18"/>
          <w:szCs w:val="18"/>
          <w:lang w:val="en-GB" w:eastAsia="en-GB"/>
        </w:rPr>
      </w:pPr>
    </w:p>
    <w:p w14:paraId="20749BC5" w14:textId="77777777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Data di nascita: </w:t>
      </w:r>
    </w:p>
    <w:p w14:paraId="34889994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77788167" w14:textId="77777777" w:rsidR="00D708C8" w:rsidRDefault="00D708C8" w:rsidP="00D708C8">
      <w:pPr>
        <w:spacing w:after="0" w:line="240" w:lineRule="auto"/>
        <w:ind w:right="839"/>
        <w:jc w:val="both"/>
        <w:rPr>
          <w:rFonts w:ascii="Open Sans" w:hAnsi="Open Sans" w:cs="Open Sans"/>
          <w:i/>
          <w:noProof/>
          <w:sz w:val="18"/>
          <w:szCs w:val="18"/>
          <w:lang w:val="en-GB" w:eastAsia="en-GB"/>
        </w:rPr>
      </w:pPr>
    </w:p>
    <w:p w14:paraId="650946EC" w14:textId="77777777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Indirizzo: </w:t>
      </w:r>
    </w:p>
    <w:p w14:paraId="2FF2CB57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527AC4FC" w14:textId="77777777" w:rsidR="00351C14" w:rsidRDefault="00351C14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</w:p>
    <w:p w14:paraId="106F88E6" w14:textId="2A13BE5D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Telefono fisso – cellulare - e-mail: 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974"/>
        <w:gridCol w:w="3121"/>
      </w:tblGrid>
      <w:tr w:rsidR="00D708C8" w:rsidRPr="00D81B7D" w14:paraId="58D4EAF0" w14:textId="77777777" w:rsidTr="00351C14">
        <w:tc>
          <w:tcPr>
            <w:tcW w:w="3119" w:type="dxa"/>
            <w:shd w:val="clear" w:color="auto" w:fill="auto"/>
          </w:tcPr>
          <w:p w14:paraId="21E38D30" w14:textId="77777777" w:rsidR="00D708C8" w:rsidRPr="00D81B7D" w:rsidRDefault="00D708C8" w:rsidP="003B5138">
            <w:pPr>
              <w:ind w:right="-6"/>
              <w:jc w:val="both"/>
              <w:rPr>
                <w:rFonts w:cs="Arial"/>
                <w:b/>
                <w:noProof/>
                <w:lang w:val="fr-FR"/>
              </w:rPr>
            </w:pPr>
          </w:p>
        </w:tc>
        <w:tc>
          <w:tcPr>
            <w:tcW w:w="2974" w:type="dxa"/>
            <w:shd w:val="clear" w:color="auto" w:fill="auto"/>
          </w:tcPr>
          <w:p w14:paraId="31AC35AB" w14:textId="77777777" w:rsidR="00D708C8" w:rsidRPr="00D81B7D" w:rsidRDefault="00D708C8" w:rsidP="003B5138">
            <w:pPr>
              <w:ind w:right="-6"/>
              <w:jc w:val="both"/>
              <w:rPr>
                <w:rFonts w:cs="Arial"/>
                <w:b/>
                <w:noProof/>
                <w:lang w:val="fr-FR"/>
              </w:rPr>
            </w:pPr>
          </w:p>
        </w:tc>
        <w:tc>
          <w:tcPr>
            <w:tcW w:w="3121" w:type="dxa"/>
            <w:shd w:val="clear" w:color="auto" w:fill="auto"/>
          </w:tcPr>
          <w:p w14:paraId="3693A2AF" w14:textId="77777777" w:rsidR="00D708C8" w:rsidRPr="00D81B7D" w:rsidRDefault="00D708C8" w:rsidP="003B5138">
            <w:pPr>
              <w:ind w:right="-6"/>
              <w:jc w:val="both"/>
              <w:rPr>
                <w:rFonts w:cs="Arial"/>
                <w:b/>
                <w:noProof/>
                <w:lang w:val="fr-FR"/>
              </w:rPr>
            </w:pPr>
          </w:p>
        </w:tc>
      </w:tr>
    </w:tbl>
    <w:p w14:paraId="7B45F172" w14:textId="77777777" w:rsidR="00D708C8" w:rsidRDefault="00D708C8" w:rsidP="00D708C8">
      <w:pPr>
        <w:spacing w:after="0" w:line="240" w:lineRule="auto"/>
        <w:ind w:right="839"/>
        <w:jc w:val="both"/>
        <w:rPr>
          <w:rFonts w:ascii="Open Sans" w:hAnsi="Open Sans" w:cs="Open Sans"/>
          <w:i/>
          <w:noProof/>
          <w:sz w:val="18"/>
          <w:szCs w:val="18"/>
          <w:lang w:val="en-GB" w:eastAsia="en-GB"/>
        </w:rPr>
      </w:pPr>
    </w:p>
    <w:p w14:paraId="454C90B5" w14:textId="77777777" w:rsidR="00D708C8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</w:p>
    <w:p w14:paraId="255857FB" w14:textId="77777777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Professione: </w:t>
      </w:r>
    </w:p>
    <w:p w14:paraId="4934050F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4BE99280" w14:textId="77777777" w:rsidR="00D708C8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</w:p>
    <w:p w14:paraId="5AA612A3" w14:textId="6F604F10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>
        <w:rPr>
          <w:rFonts w:ascii="Arial" w:hAnsi="Arial" w:cs="Arial"/>
          <w:bCs/>
          <w:noProof/>
          <w:sz w:val="24"/>
          <w:szCs w:val="24"/>
          <w:lang w:val="fr-FR"/>
        </w:rPr>
        <w:t>Scuola di titolarità</w:t>
      </w: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 </w:t>
      </w:r>
    </w:p>
    <w:p w14:paraId="3025E4C3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2FE844DE" w14:textId="77777777" w:rsidR="00351C14" w:rsidRDefault="00351C14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</w:p>
    <w:p w14:paraId="38C5D5BF" w14:textId="2D97B42F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>Funzione ricoperta c/o MI</w:t>
      </w:r>
      <w:r w:rsidR="00DE4D36">
        <w:rPr>
          <w:rFonts w:ascii="Arial" w:hAnsi="Arial" w:cs="Arial"/>
          <w:bCs/>
          <w:noProof/>
          <w:sz w:val="24"/>
          <w:szCs w:val="24"/>
          <w:lang w:val="fr-FR"/>
        </w:rPr>
        <w:t xml:space="preserve"> (se in servizio presso USR-USP)</w:t>
      </w: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: </w:t>
      </w:r>
    </w:p>
    <w:p w14:paraId="18A5D01D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6570ABFC" w14:textId="4D320B99" w:rsidR="00E07B4A" w:rsidRDefault="00E07B4A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</w:p>
    <w:p w14:paraId="13F3BA6F" w14:textId="77777777" w:rsidR="00DB730E" w:rsidRDefault="00DB730E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</w:p>
    <w:p w14:paraId="2C2DA634" w14:textId="5B1F93A9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lastRenderedPageBreak/>
        <w:t xml:space="preserve">Lingue straniere parlate: </w:t>
      </w:r>
    </w:p>
    <w:p w14:paraId="6E4DDF2C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2BAC9411" w14:textId="77777777" w:rsidR="00DE4D36" w:rsidRDefault="00DE4D36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</w:p>
    <w:p w14:paraId="3C77835C" w14:textId="24715A94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Titoli sportivi e professionali: </w:t>
      </w:r>
    </w:p>
    <w:p w14:paraId="4FF73B4F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5AAB2C33" w14:textId="77777777" w:rsidR="00D708C8" w:rsidRPr="00D76074" w:rsidRDefault="00D708C8" w:rsidP="00D708C8">
      <w:pPr>
        <w:spacing w:after="0" w:line="240" w:lineRule="auto"/>
        <w:ind w:left="709" w:right="-144"/>
        <w:jc w:val="both"/>
        <w:rPr>
          <w:rFonts w:ascii="Arial" w:hAnsi="Arial" w:cs="Arial"/>
          <w:bCs/>
          <w:noProof/>
          <w:sz w:val="24"/>
          <w:szCs w:val="24"/>
          <w:lang w:val="fr-FR"/>
        </w:rPr>
      </w:pPr>
      <w:r w:rsidRPr="00D76074">
        <w:rPr>
          <w:rFonts w:ascii="Arial" w:hAnsi="Arial" w:cs="Arial"/>
          <w:bCs/>
          <w:noProof/>
          <w:sz w:val="24"/>
          <w:szCs w:val="24"/>
          <w:lang w:val="fr-FR"/>
        </w:rPr>
        <w:t xml:space="preserve">Esperienze maturate per lo sport per cui si concorre: </w:t>
      </w:r>
    </w:p>
    <w:p w14:paraId="73CB8CF2" w14:textId="77777777" w:rsidR="00D708C8" w:rsidRPr="003A4754" w:rsidRDefault="00D708C8" w:rsidP="00D708C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left="708" w:right="-6"/>
        <w:jc w:val="both"/>
        <w:rPr>
          <w:rFonts w:cs="Arial"/>
          <w:b/>
          <w:noProof/>
          <w:lang w:val="fr-FR"/>
        </w:rPr>
      </w:pPr>
    </w:p>
    <w:p w14:paraId="62EB19BF" w14:textId="77777777" w:rsidR="00D708C8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</w:p>
    <w:p w14:paraId="70479BB6" w14:textId="66520218" w:rsidR="00D708C8" w:rsidRPr="00DB730E" w:rsidRDefault="00D708C8" w:rsidP="00DB730E">
      <w:pPr>
        <w:spacing w:after="0"/>
        <w:ind w:left="708" w:right="839"/>
        <w:jc w:val="both"/>
        <w:rPr>
          <w:rFonts w:ascii="Open Sans" w:hAnsi="Open Sans" w:cs="Open Sans"/>
          <w:noProof/>
          <w:sz w:val="24"/>
          <w:szCs w:val="24"/>
          <w:lang w:val="fr-BE"/>
        </w:rPr>
      </w:pPr>
      <w:r w:rsidRPr="00DB730E">
        <w:rPr>
          <w:rFonts w:ascii="Open Sans" w:hAnsi="Open Sans" w:cs="Open Sans"/>
          <w:noProof/>
          <w:sz w:val="24"/>
          <w:szCs w:val="24"/>
          <w:lang w:val="fr-BE"/>
        </w:rPr>
        <w:t xml:space="preserve">Si allega il CV e la lettera di motivazione </w:t>
      </w:r>
      <w:r w:rsidR="00B1760E" w:rsidRPr="00DB730E">
        <w:rPr>
          <w:rFonts w:ascii="Open Sans" w:hAnsi="Open Sans" w:cs="Open Sans"/>
          <w:noProof/>
          <w:sz w:val="24"/>
          <w:szCs w:val="24"/>
          <w:lang w:val="fr-BE"/>
        </w:rPr>
        <w:t xml:space="preserve">della candidatura </w:t>
      </w:r>
      <w:r w:rsidRPr="00DB730E">
        <w:rPr>
          <w:rFonts w:ascii="Open Sans" w:hAnsi="Open Sans" w:cs="Open Sans"/>
          <w:noProof/>
          <w:sz w:val="24"/>
          <w:szCs w:val="24"/>
          <w:lang w:val="fr-BE"/>
        </w:rPr>
        <w:t xml:space="preserve">in lingua </w:t>
      </w:r>
      <w:r w:rsidR="00DB730E" w:rsidRPr="00DB730E">
        <w:rPr>
          <w:rFonts w:ascii="Open Sans" w:hAnsi="Open Sans" w:cs="Open Sans"/>
          <w:noProof/>
          <w:sz w:val="24"/>
          <w:szCs w:val="24"/>
          <w:lang w:val="fr-BE"/>
        </w:rPr>
        <w:t xml:space="preserve"> i</w:t>
      </w:r>
      <w:r w:rsidRPr="00DB730E">
        <w:rPr>
          <w:rFonts w:ascii="Open Sans" w:hAnsi="Open Sans" w:cs="Open Sans"/>
          <w:noProof/>
          <w:sz w:val="24"/>
          <w:szCs w:val="24"/>
          <w:lang w:val="fr-BE"/>
        </w:rPr>
        <w:t>nglese.</w:t>
      </w:r>
    </w:p>
    <w:p w14:paraId="062D8178" w14:textId="77777777" w:rsidR="00D708C8" w:rsidRPr="00DB730E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24"/>
          <w:szCs w:val="24"/>
          <w:lang w:val="fr-BE"/>
        </w:rPr>
      </w:pPr>
    </w:p>
    <w:p w14:paraId="1ACC7EE2" w14:textId="6F405957" w:rsidR="00D708C8" w:rsidRPr="00DB730E" w:rsidRDefault="00B1760E" w:rsidP="00DB730E">
      <w:pPr>
        <w:spacing w:after="0"/>
        <w:ind w:left="708"/>
        <w:jc w:val="both"/>
        <w:rPr>
          <w:rFonts w:ascii="Open Sans" w:hAnsi="Open Sans" w:cs="Open Sans"/>
          <w:noProof/>
          <w:sz w:val="24"/>
          <w:szCs w:val="24"/>
          <w:lang w:val="fr-BE"/>
        </w:rPr>
      </w:pPr>
      <w:r w:rsidRPr="00DB730E">
        <w:rPr>
          <w:rFonts w:ascii="Open Sans" w:hAnsi="Open Sans" w:cs="Open Sans"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74FF7B" wp14:editId="12B06089">
                <wp:simplePos x="0" y="0"/>
                <wp:positionH relativeFrom="margin">
                  <wp:align>right</wp:align>
                </wp:positionH>
                <wp:positionV relativeFrom="paragraph">
                  <wp:posOffset>44450</wp:posOffset>
                </wp:positionV>
                <wp:extent cx="2187575" cy="732155"/>
                <wp:effectExtent l="0" t="0" r="22225" b="1079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73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DB9A7D" w14:textId="13741A0D" w:rsidR="00D708C8" w:rsidRPr="00CB732E" w:rsidRDefault="00D708C8" w:rsidP="00D708C8">
                            <w:pPr>
                              <w:spacing w:after="0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CB732E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en-US"/>
                              </w:rPr>
                              <w:t>Firma</w:t>
                            </w:r>
                            <w:proofErr w:type="spellEnd"/>
                            <w:r w:rsidRPr="00CB732E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3BC2683B" w14:textId="77777777" w:rsidR="00D708C8" w:rsidRPr="00236272" w:rsidRDefault="00D708C8" w:rsidP="00D708C8">
                            <w:pPr>
                              <w:spacing w:after="0"/>
                              <w:rPr>
                                <w:rFonts w:ascii="Open Sans" w:hAnsi="Open Sans" w:cs="Open Sans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4FF7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21.05pt;margin-top:3.5pt;width:172.25pt;height:57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" filled="f" strokecolor="gray">
                <v:textbox>
                  <w:txbxContent>
                    <w:p w14:paraId="18DB9A7D" w14:textId="13741A0D" w:rsidR="00D708C8" w:rsidRPr="00CB732E" w:rsidRDefault="00D708C8" w:rsidP="00D708C8">
                      <w:pPr>
                        <w:spacing w:after="0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CB732E">
                        <w:rPr>
                          <w:rFonts w:ascii="Open Sans" w:hAnsi="Open Sans" w:cs="Open Sans"/>
                          <w:sz w:val="20"/>
                          <w:szCs w:val="20"/>
                          <w:lang w:val="en-US"/>
                        </w:rPr>
                        <w:t>Firma</w:t>
                      </w:r>
                      <w:proofErr w:type="spellEnd"/>
                      <w:r w:rsidRPr="00CB732E">
                        <w:rPr>
                          <w:rFonts w:ascii="Open Sans" w:hAnsi="Open Sans" w:cs="Open Sans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14:paraId="3BC2683B" w14:textId="77777777" w:rsidR="00D708C8" w:rsidRPr="00236272" w:rsidRDefault="00D708C8" w:rsidP="00D708C8">
                      <w:pPr>
                        <w:spacing w:after="0"/>
                        <w:rPr>
                          <w:rFonts w:ascii="Open Sans" w:hAnsi="Open Sans" w:cs="Open Sans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708C8" w:rsidRPr="00DB730E">
        <w:rPr>
          <w:rFonts w:ascii="Open Sans" w:hAnsi="Open Sans" w:cs="Open Sans"/>
          <w:noProof/>
          <w:sz w:val="24"/>
          <w:szCs w:val="24"/>
          <w:lang w:val="fr-BE"/>
        </w:rPr>
        <w:t>Data,</w:t>
      </w:r>
    </w:p>
    <w:p w14:paraId="322C76F9" w14:textId="77777777" w:rsidR="00D708C8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</w:p>
    <w:p w14:paraId="6EDD043F" w14:textId="3FCD5E64" w:rsidR="00D708C8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</w:p>
    <w:p w14:paraId="2FF8E444" w14:textId="56D03B6E" w:rsidR="00D708C8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</w:p>
    <w:p w14:paraId="7A59D672" w14:textId="69C9034A" w:rsidR="00D708C8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</w:p>
    <w:p w14:paraId="6384DA22" w14:textId="0F5C9EAF" w:rsidR="00D708C8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</w:p>
    <w:p w14:paraId="4257CF4A" w14:textId="77777777" w:rsidR="00D708C8" w:rsidRDefault="00D708C8" w:rsidP="00D708C8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</w:p>
    <w:p w14:paraId="18F702E2" w14:textId="5DF27BC1" w:rsidR="00146731" w:rsidRPr="00C77CDA" w:rsidRDefault="00D708C8" w:rsidP="00C77CDA">
      <w:pPr>
        <w:spacing w:after="0"/>
        <w:ind w:left="708" w:right="839"/>
        <w:jc w:val="both"/>
        <w:rPr>
          <w:rFonts w:ascii="Open Sans" w:hAnsi="Open Sans" w:cs="Open Sans"/>
          <w:noProof/>
          <w:sz w:val="18"/>
          <w:szCs w:val="18"/>
          <w:lang w:val="fr-BE"/>
        </w:rPr>
      </w:pPr>
      <w:r>
        <w:rPr>
          <w:rFonts w:ascii="Open Sans" w:hAnsi="Open Sans" w:cs="Open Sans"/>
          <w:noProof/>
          <w:sz w:val="18"/>
          <w:szCs w:val="18"/>
          <w:lang w:val="fr-BE"/>
        </w:rPr>
        <w:t>Da inviare, compilato in ogni sua parte,</w:t>
      </w:r>
      <w:r w:rsidR="00C77CDA" w:rsidRPr="00C77CDA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77CDA" w:rsidRPr="00C77CDA">
        <w:rPr>
          <w:rFonts w:ascii="Open Sans" w:hAnsi="Open Sans" w:cs="Open Sans"/>
          <w:noProof/>
          <w:sz w:val="18"/>
          <w:szCs w:val="18"/>
          <w:lang w:val="fr-BE"/>
        </w:rPr>
        <w:t xml:space="preserve">entro e non oltre le ore 23,59 del </w:t>
      </w:r>
      <w:r w:rsidR="00C67570">
        <w:rPr>
          <w:rFonts w:ascii="Open Sans" w:hAnsi="Open Sans" w:cs="Open Sans"/>
          <w:noProof/>
          <w:sz w:val="18"/>
          <w:szCs w:val="18"/>
          <w:lang w:val="fr-BE"/>
        </w:rPr>
        <w:t>settembre</w:t>
      </w:r>
      <w:r w:rsidR="00C77CDA" w:rsidRPr="00C77CDA">
        <w:rPr>
          <w:rFonts w:ascii="Open Sans" w:hAnsi="Open Sans" w:cs="Open Sans"/>
          <w:noProof/>
          <w:sz w:val="18"/>
          <w:szCs w:val="18"/>
          <w:lang w:val="fr-BE"/>
        </w:rPr>
        <w:t xml:space="preserve"> 2022, a mezzo posta elettronica certificata all’indirizzo di posta elettronica certificata di questa Direzione Generale </w:t>
      </w:r>
      <w:hyperlink r:id="rId11">
        <w:r w:rsidR="00C77CDA" w:rsidRPr="00C77CDA">
          <w:rPr>
            <w:rFonts w:ascii="Open Sans" w:hAnsi="Open Sans" w:cs="Open Sans"/>
            <w:noProof/>
            <w:sz w:val="18"/>
            <w:szCs w:val="18"/>
            <w:lang w:val="fr-BE"/>
          </w:rPr>
          <w:t>drma@postacert.istruzione.it</w:t>
        </w:r>
      </w:hyperlink>
      <w:r w:rsidR="00C77CDA" w:rsidRPr="00C77CDA">
        <w:rPr>
          <w:rFonts w:ascii="Open Sans" w:hAnsi="Open Sans" w:cs="Open Sans"/>
          <w:noProof/>
          <w:sz w:val="18"/>
          <w:szCs w:val="18"/>
          <w:lang w:val="fr-BE"/>
        </w:rPr>
        <w:t xml:space="preserve"> </w:t>
      </w:r>
      <w:r w:rsidR="00C77CDA">
        <w:rPr>
          <w:rFonts w:ascii="Open Sans" w:hAnsi="Open Sans" w:cs="Open Sans"/>
          <w:noProof/>
          <w:sz w:val="18"/>
          <w:szCs w:val="18"/>
          <w:lang w:val="fr-BE"/>
        </w:rPr>
        <w:t xml:space="preserve"> </w:t>
      </w:r>
      <w:r w:rsidR="00C77CDA" w:rsidRPr="00C77CDA">
        <w:rPr>
          <w:rFonts w:ascii="Open Sans" w:hAnsi="Open Sans" w:cs="Open Sans"/>
          <w:noProof/>
          <w:sz w:val="18"/>
          <w:szCs w:val="18"/>
          <w:lang w:val="fr-BE"/>
        </w:rPr>
        <w:t>(da account di posta elettronica certificata).</w:t>
      </w:r>
    </w:p>
    <w:sectPr w:rsidR="00146731" w:rsidRPr="00C77CDA" w:rsidSect="00863538">
      <w:headerReference w:type="default" r:id="rId12"/>
      <w:footerReference w:type="default" r:id="rId13"/>
      <w:pgSz w:w="11907" w:h="16840"/>
      <w:pgMar w:top="546" w:right="1134" w:bottom="426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A1EAA" w14:textId="77777777" w:rsidR="00FD5F02" w:rsidRDefault="00FD5F02">
      <w:r>
        <w:separator/>
      </w:r>
    </w:p>
  </w:endnote>
  <w:endnote w:type="continuationSeparator" w:id="0">
    <w:p w14:paraId="1680225A" w14:textId="77777777" w:rsidR="00FD5F02" w:rsidRDefault="00FD5F02">
      <w:r>
        <w:continuationSeparator/>
      </w:r>
    </w:p>
  </w:endnote>
  <w:endnote w:type="continuationNotice" w:id="1">
    <w:p w14:paraId="7C6DBD7C" w14:textId="77777777" w:rsidR="00FD5F02" w:rsidRDefault="00FD5F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CAC83" w14:textId="1AAFD7E4" w:rsidR="00DE4D36" w:rsidRDefault="00DB730E" w:rsidP="00DE4D36">
    <w:pPr>
      <w:tabs>
        <w:tab w:val="center" w:pos="4819"/>
        <w:tab w:val="left" w:pos="5814"/>
      </w:tabs>
      <w:spacing w:after="0" w:line="240" w:lineRule="auto"/>
      <w:rPr>
        <w:sz w:val="18"/>
        <w:szCs w:val="18"/>
      </w:rPr>
    </w:pPr>
    <w:r w:rsidRPr="00DB730E">
      <w:rPr>
        <w:sz w:val="18"/>
        <w:szCs w:val="18"/>
      </w:rPr>
      <w:t xml:space="preserve">202208160905 schema domanda candidatura </w:t>
    </w:r>
    <w:proofErr w:type="spellStart"/>
    <w:r w:rsidRPr="00DB730E">
      <w:rPr>
        <w:sz w:val="18"/>
        <w:szCs w:val="18"/>
      </w:rPr>
      <w:t>comm_tecnica</w:t>
    </w:r>
    <w:proofErr w:type="spellEnd"/>
    <w:r w:rsidRPr="00DB730E">
      <w:rPr>
        <w:sz w:val="18"/>
        <w:szCs w:val="18"/>
      </w:rPr>
      <w:t xml:space="preserve"> ISF</w:t>
    </w:r>
  </w:p>
  <w:p w14:paraId="01090691" w14:textId="77777777" w:rsidR="00DE4D36" w:rsidRPr="00DE4D36" w:rsidRDefault="00DE4D36" w:rsidP="00DE4D36">
    <w:pPr>
      <w:tabs>
        <w:tab w:val="center" w:pos="4819"/>
        <w:tab w:val="left" w:pos="5814"/>
      </w:tabs>
      <w:spacing w:after="0" w:line="240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353B" w14:textId="77777777" w:rsidR="00FD5F02" w:rsidRDefault="00FD5F02">
      <w:r>
        <w:separator/>
      </w:r>
    </w:p>
  </w:footnote>
  <w:footnote w:type="continuationSeparator" w:id="0">
    <w:p w14:paraId="699984BD" w14:textId="77777777" w:rsidR="00FD5F02" w:rsidRDefault="00FD5F02">
      <w:r>
        <w:continuationSeparator/>
      </w:r>
    </w:p>
  </w:footnote>
  <w:footnote w:type="continuationNotice" w:id="1">
    <w:p w14:paraId="555F8BB8" w14:textId="77777777" w:rsidR="00FD5F02" w:rsidRDefault="00FD5F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7ED47" w14:textId="0D11C0B5" w:rsidR="00A04421" w:rsidRDefault="00A04421" w:rsidP="00A04421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CA22952" wp14:editId="634299C3">
          <wp:extent cx="495300" cy="5619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F6A95E" w14:textId="77777777" w:rsidR="00A04421" w:rsidRDefault="00A04421" w:rsidP="00A04421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>Ministero dell’Istruzione</w:t>
    </w:r>
  </w:p>
  <w:p w14:paraId="05CC3632" w14:textId="77777777" w:rsidR="00A04421" w:rsidRDefault="00A04421" w:rsidP="00A04421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0647D4BD" w14:textId="77777777" w:rsidR="00A04421" w:rsidRDefault="00A04421" w:rsidP="00A04421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22EDCD7C" w14:textId="77777777" w:rsidR="004B2422" w:rsidRPr="00A04421" w:rsidRDefault="004B2422" w:rsidP="00A044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AAC2984"/>
    <w:multiLevelType w:val="hybridMultilevel"/>
    <w:tmpl w:val="EAAC8726"/>
    <w:lvl w:ilvl="0" w:tplc="B1A222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26513"/>
    <w:multiLevelType w:val="hybridMultilevel"/>
    <w:tmpl w:val="8C620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96779"/>
    <w:multiLevelType w:val="hybridMultilevel"/>
    <w:tmpl w:val="65EA3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E088C6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EA41CC"/>
    <w:multiLevelType w:val="hybridMultilevel"/>
    <w:tmpl w:val="FE4650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35845"/>
    <w:multiLevelType w:val="hybridMultilevel"/>
    <w:tmpl w:val="12CA2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2789C"/>
    <w:multiLevelType w:val="hybridMultilevel"/>
    <w:tmpl w:val="9BAE0C40"/>
    <w:lvl w:ilvl="0" w:tplc="1D0A5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81EDE"/>
    <w:multiLevelType w:val="hybridMultilevel"/>
    <w:tmpl w:val="D7EE7658"/>
    <w:lvl w:ilvl="0" w:tplc="376A4A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F6F6C"/>
    <w:multiLevelType w:val="hybridMultilevel"/>
    <w:tmpl w:val="C86C5E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6978F4"/>
    <w:multiLevelType w:val="hybridMultilevel"/>
    <w:tmpl w:val="9746E05A"/>
    <w:lvl w:ilvl="0" w:tplc="F52E73A8">
      <w:start w:val="20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16"/>
  </w:num>
  <w:num w:numId="5">
    <w:abstractNumId w:val="17"/>
  </w:num>
  <w:num w:numId="6">
    <w:abstractNumId w:val="5"/>
  </w:num>
  <w:num w:numId="7">
    <w:abstractNumId w:val="0"/>
  </w:num>
  <w:num w:numId="8">
    <w:abstractNumId w:val="15"/>
  </w:num>
  <w:num w:numId="9">
    <w:abstractNumId w:val="9"/>
  </w:num>
  <w:num w:numId="10">
    <w:abstractNumId w:val="21"/>
  </w:num>
  <w:num w:numId="11">
    <w:abstractNumId w:val="20"/>
  </w:num>
  <w:num w:numId="12">
    <w:abstractNumId w:val="4"/>
  </w:num>
  <w:num w:numId="13">
    <w:abstractNumId w:val="8"/>
  </w:num>
  <w:num w:numId="14">
    <w:abstractNumId w:val="10"/>
  </w:num>
  <w:num w:numId="15">
    <w:abstractNumId w:val="1"/>
  </w:num>
  <w:num w:numId="16">
    <w:abstractNumId w:val="3"/>
  </w:num>
  <w:num w:numId="17">
    <w:abstractNumId w:val="2"/>
  </w:num>
  <w:num w:numId="18">
    <w:abstractNumId w:val="12"/>
  </w:num>
  <w:num w:numId="19">
    <w:abstractNumId w:val="14"/>
  </w:num>
  <w:num w:numId="20">
    <w:abstractNumId w:val="13"/>
  </w:num>
  <w:num w:numId="21">
    <w:abstractNumId w:val="19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4F45"/>
    <w:rsid w:val="000054FB"/>
    <w:rsid w:val="0000718A"/>
    <w:rsid w:val="00007F5E"/>
    <w:rsid w:val="00010930"/>
    <w:rsid w:val="0001202F"/>
    <w:rsid w:val="00012E6F"/>
    <w:rsid w:val="000131C9"/>
    <w:rsid w:val="000157E5"/>
    <w:rsid w:val="000212FB"/>
    <w:rsid w:val="00021EAB"/>
    <w:rsid w:val="00023958"/>
    <w:rsid w:val="00023DAD"/>
    <w:rsid w:val="000241CF"/>
    <w:rsid w:val="00026241"/>
    <w:rsid w:val="00026285"/>
    <w:rsid w:val="000262E5"/>
    <w:rsid w:val="00026641"/>
    <w:rsid w:val="00027CBB"/>
    <w:rsid w:val="00027E21"/>
    <w:rsid w:val="00030134"/>
    <w:rsid w:val="000312BF"/>
    <w:rsid w:val="00032B2F"/>
    <w:rsid w:val="00032F71"/>
    <w:rsid w:val="00032FA0"/>
    <w:rsid w:val="00033229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46AB6"/>
    <w:rsid w:val="00050FF0"/>
    <w:rsid w:val="00051211"/>
    <w:rsid w:val="00052BDA"/>
    <w:rsid w:val="00052F0E"/>
    <w:rsid w:val="00052F2F"/>
    <w:rsid w:val="00056052"/>
    <w:rsid w:val="00056AA0"/>
    <w:rsid w:val="0006305A"/>
    <w:rsid w:val="0006306C"/>
    <w:rsid w:val="00063E50"/>
    <w:rsid w:val="00064A74"/>
    <w:rsid w:val="0006671B"/>
    <w:rsid w:val="00066802"/>
    <w:rsid w:val="00066B9F"/>
    <w:rsid w:val="00067128"/>
    <w:rsid w:val="000679BA"/>
    <w:rsid w:val="000701B5"/>
    <w:rsid w:val="00071ED6"/>
    <w:rsid w:val="00072C0E"/>
    <w:rsid w:val="00074CEA"/>
    <w:rsid w:val="00075251"/>
    <w:rsid w:val="00075AFA"/>
    <w:rsid w:val="00076E8E"/>
    <w:rsid w:val="000801AF"/>
    <w:rsid w:val="000804AF"/>
    <w:rsid w:val="00081841"/>
    <w:rsid w:val="000819C6"/>
    <w:rsid w:val="00082480"/>
    <w:rsid w:val="00083B31"/>
    <w:rsid w:val="00083E4F"/>
    <w:rsid w:val="0008666C"/>
    <w:rsid w:val="0008781A"/>
    <w:rsid w:val="00091C23"/>
    <w:rsid w:val="00092F0C"/>
    <w:rsid w:val="00093C3D"/>
    <w:rsid w:val="000948FE"/>
    <w:rsid w:val="00097F1F"/>
    <w:rsid w:val="000A091B"/>
    <w:rsid w:val="000A17D7"/>
    <w:rsid w:val="000A25E1"/>
    <w:rsid w:val="000A4C83"/>
    <w:rsid w:val="000A4DC9"/>
    <w:rsid w:val="000A50A7"/>
    <w:rsid w:val="000A5D58"/>
    <w:rsid w:val="000A628B"/>
    <w:rsid w:val="000A7A08"/>
    <w:rsid w:val="000A7FDE"/>
    <w:rsid w:val="000B168A"/>
    <w:rsid w:val="000B1CDD"/>
    <w:rsid w:val="000B2163"/>
    <w:rsid w:val="000B329E"/>
    <w:rsid w:val="000B35B7"/>
    <w:rsid w:val="000B394D"/>
    <w:rsid w:val="000B4CDB"/>
    <w:rsid w:val="000B5413"/>
    <w:rsid w:val="000B5623"/>
    <w:rsid w:val="000B645F"/>
    <w:rsid w:val="000B7406"/>
    <w:rsid w:val="000C0A87"/>
    <w:rsid w:val="000C2740"/>
    <w:rsid w:val="000C30F2"/>
    <w:rsid w:val="000C42D3"/>
    <w:rsid w:val="000C4348"/>
    <w:rsid w:val="000C5E6A"/>
    <w:rsid w:val="000D029F"/>
    <w:rsid w:val="000D02D8"/>
    <w:rsid w:val="000D30BA"/>
    <w:rsid w:val="000D34C8"/>
    <w:rsid w:val="000D3AE9"/>
    <w:rsid w:val="000D3E3B"/>
    <w:rsid w:val="000D40A6"/>
    <w:rsid w:val="000D524E"/>
    <w:rsid w:val="000D5772"/>
    <w:rsid w:val="000D5861"/>
    <w:rsid w:val="000D6064"/>
    <w:rsid w:val="000D736D"/>
    <w:rsid w:val="000D7FF7"/>
    <w:rsid w:val="000E26D4"/>
    <w:rsid w:val="000E3A8E"/>
    <w:rsid w:val="000E4525"/>
    <w:rsid w:val="000E4BEB"/>
    <w:rsid w:val="000E527F"/>
    <w:rsid w:val="000E604A"/>
    <w:rsid w:val="000E631C"/>
    <w:rsid w:val="000E6351"/>
    <w:rsid w:val="000E7899"/>
    <w:rsid w:val="000F1FCB"/>
    <w:rsid w:val="000F254E"/>
    <w:rsid w:val="000F2B57"/>
    <w:rsid w:val="000F3ED6"/>
    <w:rsid w:val="000F41E2"/>
    <w:rsid w:val="000F6F6A"/>
    <w:rsid w:val="000F7D0D"/>
    <w:rsid w:val="001007F3"/>
    <w:rsid w:val="0010096A"/>
    <w:rsid w:val="00100AAE"/>
    <w:rsid w:val="00101075"/>
    <w:rsid w:val="001028E4"/>
    <w:rsid w:val="00102938"/>
    <w:rsid w:val="00102F69"/>
    <w:rsid w:val="0010370F"/>
    <w:rsid w:val="00105C2B"/>
    <w:rsid w:val="00107596"/>
    <w:rsid w:val="00113158"/>
    <w:rsid w:val="00113378"/>
    <w:rsid w:val="00113A04"/>
    <w:rsid w:val="00114426"/>
    <w:rsid w:val="001158A4"/>
    <w:rsid w:val="0011624B"/>
    <w:rsid w:val="001169C1"/>
    <w:rsid w:val="00121DFA"/>
    <w:rsid w:val="001224F2"/>
    <w:rsid w:val="001237C9"/>
    <w:rsid w:val="001246DC"/>
    <w:rsid w:val="00125653"/>
    <w:rsid w:val="00126861"/>
    <w:rsid w:val="00130885"/>
    <w:rsid w:val="00130B2E"/>
    <w:rsid w:val="00131B1A"/>
    <w:rsid w:val="00132070"/>
    <w:rsid w:val="00132220"/>
    <w:rsid w:val="001328E3"/>
    <w:rsid w:val="001348DC"/>
    <w:rsid w:val="00134E31"/>
    <w:rsid w:val="00136740"/>
    <w:rsid w:val="00136AAF"/>
    <w:rsid w:val="001378B4"/>
    <w:rsid w:val="00140AD1"/>
    <w:rsid w:val="00141692"/>
    <w:rsid w:val="00141E21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70F9"/>
    <w:rsid w:val="00157C48"/>
    <w:rsid w:val="0016022D"/>
    <w:rsid w:val="00160E86"/>
    <w:rsid w:val="001618FB"/>
    <w:rsid w:val="00162A1B"/>
    <w:rsid w:val="001631D3"/>
    <w:rsid w:val="00163DD4"/>
    <w:rsid w:val="00164485"/>
    <w:rsid w:val="00164A91"/>
    <w:rsid w:val="0016769B"/>
    <w:rsid w:val="00167B6B"/>
    <w:rsid w:val="0017002E"/>
    <w:rsid w:val="00170600"/>
    <w:rsid w:val="00171242"/>
    <w:rsid w:val="001722E0"/>
    <w:rsid w:val="001730D1"/>
    <w:rsid w:val="0017372E"/>
    <w:rsid w:val="00173842"/>
    <w:rsid w:val="00173963"/>
    <w:rsid w:val="00173984"/>
    <w:rsid w:val="001745D9"/>
    <w:rsid w:val="001749F1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14D"/>
    <w:rsid w:val="00185D0F"/>
    <w:rsid w:val="00186051"/>
    <w:rsid w:val="001863A2"/>
    <w:rsid w:val="00193F84"/>
    <w:rsid w:val="001947C6"/>
    <w:rsid w:val="00195771"/>
    <w:rsid w:val="0019647A"/>
    <w:rsid w:val="001A0EEE"/>
    <w:rsid w:val="001A1970"/>
    <w:rsid w:val="001A2A31"/>
    <w:rsid w:val="001A2F34"/>
    <w:rsid w:val="001A3473"/>
    <w:rsid w:val="001A4B80"/>
    <w:rsid w:val="001A5741"/>
    <w:rsid w:val="001A7BA3"/>
    <w:rsid w:val="001B071E"/>
    <w:rsid w:val="001B0A67"/>
    <w:rsid w:val="001B123A"/>
    <w:rsid w:val="001B254F"/>
    <w:rsid w:val="001B2688"/>
    <w:rsid w:val="001B2FD5"/>
    <w:rsid w:val="001B380E"/>
    <w:rsid w:val="001B3D0F"/>
    <w:rsid w:val="001B49EA"/>
    <w:rsid w:val="001B6682"/>
    <w:rsid w:val="001B700C"/>
    <w:rsid w:val="001B7D81"/>
    <w:rsid w:val="001C13F4"/>
    <w:rsid w:val="001C1504"/>
    <w:rsid w:val="001C2DEF"/>
    <w:rsid w:val="001C6855"/>
    <w:rsid w:val="001C7260"/>
    <w:rsid w:val="001D1D34"/>
    <w:rsid w:val="001D1F39"/>
    <w:rsid w:val="001D295F"/>
    <w:rsid w:val="001D5788"/>
    <w:rsid w:val="001D756B"/>
    <w:rsid w:val="001D75DE"/>
    <w:rsid w:val="001D7EF9"/>
    <w:rsid w:val="001E0D02"/>
    <w:rsid w:val="001E210B"/>
    <w:rsid w:val="001E7259"/>
    <w:rsid w:val="001E7B81"/>
    <w:rsid w:val="001F09CB"/>
    <w:rsid w:val="001F1960"/>
    <w:rsid w:val="001F1B50"/>
    <w:rsid w:val="001F1F7C"/>
    <w:rsid w:val="001F308F"/>
    <w:rsid w:val="001F3101"/>
    <w:rsid w:val="001F4EFB"/>
    <w:rsid w:val="001F6207"/>
    <w:rsid w:val="001F7118"/>
    <w:rsid w:val="001F72BA"/>
    <w:rsid w:val="001F7F22"/>
    <w:rsid w:val="00200288"/>
    <w:rsid w:val="00200F52"/>
    <w:rsid w:val="002051CF"/>
    <w:rsid w:val="002061DB"/>
    <w:rsid w:val="0020648B"/>
    <w:rsid w:val="00206673"/>
    <w:rsid w:val="00207266"/>
    <w:rsid w:val="00211158"/>
    <w:rsid w:val="002113B2"/>
    <w:rsid w:val="002118C9"/>
    <w:rsid w:val="0021196A"/>
    <w:rsid w:val="002141B4"/>
    <w:rsid w:val="00214FDB"/>
    <w:rsid w:val="002177FF"/>
    <w:rsid w:val="00217F26"/>
    <w:rsid w:val="002206FA"/>
    <w:rsid w:val="00220AE2"/>
    <w:rsid w:val="002210A1"/>
    <w:rsid w:val="00221656"/>
    <w:rsid w:val="0022393D"/>
    <w:rsid w:val="002245E0"/>
    <w:rsid w:val="00224E63"/>
    <w:rsid w:val="0022561B"/>
    <w:rsid w:val="00230063"/>
    <w:rsid w:val="00230F80"/>
    <w:rsid w:val="002321BB"/>
    <w:rsid w:val="00234144"/>
    <w:rsid w:val="00235D3E"/>
    <w:rsid w:val="00236156"/>
    <w:rsid w:val="00236628"/>
    <w:rsid w:val="0023766D"/>
    <w:rsid w:val="00241414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1E7"/>
    <w:rsid w:val="002526E8"/>
    <w:rsid w:val="00252B16"/>
    <w:rsid w:val="0025411A"/>
    <w:rsid w:val="0025445D"/>
    <w:rsid w:val="002560A4"/>
    <w:rsid w:val="00257619"/>
    <w:rsid w:val="00257A44"/>
    <w:rsid w:val="00261887"/>
    <w:rsid w:val="00261C34"/>
    <w:rsid w:val="00263C4D"/>
    <w:rsid w:val="0026547B"/>
    <w:rsid w:val="0026629E"/>
    <w:rsid w:val="002668EB"/>
    <w:rsid w:val="002704D2"/>
    <w:rsid w:val="00272A8D"/>
    <w:rsid w:val="00272D88"/>
    <w:rsid w:val="002744B4"/>
    <w:rsid w:val="0027467C"/>
    <w:rsid w:val="00276456"/>
    <w:rsid w:val="00277333"/>
    <w:rsid w:val="00277D69"/>
    <w:rsid w:val="0028087C"/>
    <w:rsid w:val="00280984"/>
    <w:rsid w:val="00281429"/>
    <w:rsid w:val="0028150D"/>
    <w:rsid w:val="00281BEC"/>
    <w:rsid w:val="00282080"/>
    <w:rsid w:val="002858E2"/>
    <w:rsid w:val="002866E5"/>
    <w:rsid w:val="002913AE"/>
    <w:rsid w:val="00291E30"/>
    <w:rsid w:val="00294DB1"/>
    <w:rsid w:val="00295BA8"/>
    <w:rsid w:val="00295BB8"/>
    <w:rsid w:val="00295D15"/>
    <w:rsid w:val="00297037"/>
    <w:rsid w:val="002976EF"/>
    <w:rsid w:val="00297A64"/>
    <w:rsid w:val="002A20EA"/>
    <w:rsid w:val="002A2A80"/>
    <w:rsid w:val="002A2B13"/>
    <w:rsid w:val="002A49F5"/>
    <w:rsid w:val="002A6B24"/>
    <w:rsid w:val="002A6F8E"/>
    <w:rsid w:val="002A781D"/>
    <w:rsid w:val="002B0CD8"/>
    <w:rsid w:val="002B2855"/>
    <w:rsid w:val="002B2A70"/>
    <w:rsid w:val="002B3328"/>
    <w:rsid w:val="002B485C"/>
    <w:rsid w:val="002B4D56"/>
    <w:rsid w:val="002B662C"/>
    <w:rsid w:val="002B7D71"/>
    <w:rsid w:val="002C1CEE"/>
    <w:rsid w:val="002C4E61"/>
    <w:rsid w:val="002C514A"/>
    <w:rsid w:val="002C5D4B"/>
    <w:rsid w:val="002C73EC"/>
    <w:rsid w:val="002C7CD7"/>
    <w:rsid w:val="002D3DBC"/>
    <w:rsid w:val="002D47EC"/>
    <w:rsid w:val="002D4BC8"/>
    <w:rsid w:val="002D7554"/>
    <w:rsid w:val="002E016E"/>
    <w:rsid w:val="002E1182"/>
    <w:rsid w:val="002E1186"/>
    <w:rsid w:val="002E1FFE"/>
    <w:rsid w:val="002E259B"/>
    <w:rsid w:val="002E3477"/>
    <w:rsid w:val="002E3620"/>
    <w:rsid w:val="002E4D60"/>
    <w:rsid w:val="002E59D0"/>
    <w:rsid w:val="002E5EC0"/>
    <w:rsid w:val="002E60A2"/>
    <w:rsid w:val="002E6B55"/>
    <w:rsid w:val="002E6CB5"/>
    <w:rsid w:val="002F3245"/>
    <w:rsid w:val="002F33B0"/>
    <w:rsid w:val="002F42EE"/>
    <w:rsid w:val="002F5A47"/>
    <w:rsid w:val="002F68AA"/>
    <w:rsid w:val="002F7345"/>
    <w:rsid w:val="002F740F"/>
    <w:rsid w:val="002F7991"/>
    <w:rsid w:val="003000B5"/>
    <w:rsid w:val="003017A7"/>
    <w:rsid w:val="00301EEC"/>
    <w:rsid w:val="00302068"/>
    <w:rsid w:val="00303F33"/>
    <w:rsid w:val="00305E43"/>
    <w:rsid w:val="00306B51"/>
    <w:rsid w:val="00307A7D"/>
    <w:rsid w:val="003101CF"/>
    <w:rsid w:val="003109A1"/>
    <w:rsid w:val="003112D9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4702"/>
    <w:rsid w:val="00346FC7"/>
    <w:rsid w:val="00350091"/>
    <w:rsid w:val="00351C14"/>
    <w:rsid w:val="00351EDA"/>
    <w:rsid w:val="0035233A"/>
    <w:rsid w:val="003526F1"/>
    <w:rsid w:val="003529B4"/>
    <w:rsid w:val="00353AC3"/>
    <w:rsid w:val="0035420C"/>
    <w:rsid w:val="003558D9"/>
    <w:rsid w:val="0035641D"/>
    <w:rsid w:val="00356D93"/>
    <w:rsid w:val="003579C0"/>
    <w:rsid w:val="003601B3"/>
    <w:rsid w:val="0036097E"/>
    <w:rsid w:val="003624E1"/>
    <w:rsid w:val="003629D7"/>
    <w:rsid w:val="00362E09"/>
    <w:rsid w:val="003643F1"/>
    <w:rsid w:val="00364CD5"/>
    <w:rsid w:val="003678F4"/>
    <w:rsid w:val="00367F25"/>
    <w:rsid w:val="00370CAB"/>
    <w:rsid w:val="00370CD2"/>
    <w:rsid w:val="00373BD4"/>
    <w:rsid w:val="00373FA7"/>
    <w:rsid w:val="00375EF3"/>
    <w:rsid w:val="00376237"/>
    <w:rsid w:val="00376829"/>
    <w:rsid w:val="003778BC"/>
    <w:rsid w:val="0038023D"/>
    <w:rsid w:val="00381D06"/>
    <w:rsid w:val="0038646E"/>
    <w:rsid w:val="00387FC6"/>
    <w:rsid w:val="00392514"/>
    <w:rsid w:val="0039263C"/>
    <w:rsid w:val="00392827"/>
    <w:rsid w:val="00392B4B"/>
    <w:rsid w:val="003933BE"/>
    <w:rsid w:val="00394C22"/>
    <w:rsid w:val="003A0198"/>
    <w:rsid w:val="003A053D"/>
    <w:rsid w:val="003A0E3F"/>
    <w:rsid w:val="003A349C"/>
    <w:rsid w:val="003A350F"/>
    <w:rsid w:val="003A3C53"/>
    <w:rsid w:val="003A4D9D"/>
    <w:rsid w:val="003A4F97"/>
    <w:rsid w:val="003A51D9"/>
    <w:rsid w:val="003A627C"/>
    <w:rsid w:val="003A6727"/>
    <w:rsid w:val="003A6CF9"/>
    <w:rsid w:val="003A6D71"/>
    <w:rsid w:val="003A7BAF"/>
    <w:rsid w:val="003A7F0D"/>
    <w:rsid w:val="003B014E"/>
    <w:rsid w:val="003B128F"/>
    <w:rsid w:val="003B234B"/>
    <w:rsid w:val="003B4852"/>
    <w:rsid w:val="003B6F2A"/>
    <w:rsid w:val="003B7DFF"/>
    <w:rsid w:val="003C097D"/>
    <w:rsid w:val="003C0A84"/>
    <w:rsid w:val="003C2717"/>
    <w:rsid w:val="003C506A"/>
    <w:rsid w:val="003C6528"/>
    <w:rsid w:val="003C6C0F"/>
    <w:rsid w:val="003C6DDE"/>
    <w:rsid w:val="003C7299"/>
    <w:rsid w:val="003D0EC2"/>
    <w:rsid w:val="003D1EC8"/>
    <w:rsid w:val="003D2201"/>
    <w:rsid w:val="003D293D"/>
    <w:rsid w:val="003D3825"/>
    <w:rsid w:val="003D39F2"/>
    <w:rsid w:val="003D3F83"/>
    <w:rsid w:val="003D555A"/>
    <w:rsid w:val="003D7FF1"/>
    <w:rsid w:val="003E1F7A"/>
    <w:rsid w:val="003E254D"/>
    <w:rsid w:val="003E4FE8"/>
    <w:rsid w:val="003F4335"/>
    <w:rsid w:val="003F45F2"/>
    <w:rsid w:val="003F513A"/>
    <w:rsid w:val="003F5CDC"/>
    <w:rsid w:val="003F6626"/>
    <w:rsid w:val="003F67C3"/>
    <w:rsid w:val="00401599"/>
    <w:rsid w:val="004035AD"/>
    <w:rsid w:val="00403F4F"/>
    <w:rsid w:val="00404CA2"/>
    <w:rsid w:val="00406B17"/>
    <w:rsid w:val="00407A04"/>
    <w:rsid w:val="004101CB"/>
    <w:rsid w:val="0041122C"/>
    <w:rsid w:val="00413031"/>
    <w:rsid w:val="00413D9F"/>
    <w:rsid w:val="00414840"/>
    <w:rsid w:val="004167B7"/>
    <w:rsid w:val="00416FAF"/>
    <w:rsid w:val="00417445"/>
    <w:rsid w:val="00417492"/>
    <w:rsid w:val="00417CA1"/>
    <w:rsid w:val="004201B0"/>
    <w:rsid w:val="004202A9"/>
    <w:rsid w:val="004205F9"/>
    <w:rsid w:val="00421B0C"/>
    <w:rsid w:val="00423A37"/>
    <w:rsid w:val="00424600"/>
    <w:rsid w:val="00427C7F"/>
    <w:rsid w:val="00431A31"/>
    <w:rsid w:val="00432456"/>
    <w:rsid w:val="00435932"/>
    <w:rsid w:val="00437627"/>
    <w:rsid w:val="00441368"/>
    <w:rsid w:val="00443A62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01"/>
    <w:rsid w:val="00461198"/>
    <w:rsid w:val="00462FF1"/>
    <w:rsid w:val="00463208"/>
    <w:rsid w:val="004707A1"/>
    <w:rsid w:val="00470B3B"/>
    <w:rsid w:val="00470F33"/>
    <w:rsid w:val="00471C61"/>
    <w:rsid w:val="0047283F"/>
    <w:rsid w:val="00472FB4"/>
    <w:rsid w:val="00473003"/>
    <w:rsid w:val="00473266"/>
    <w:rsid w:val="004751D3"/>
    <w:rsid w:val="00475E6A"/>
    <w:rsid w:val="004771D8"/>
    <w:rsid w:val="00480F45"/>
    <w:rsid w:val="00481BC3"/>
    <w:rsid w:val="0048225C"/>
    <w:rsid w:val="00482F83"/>
    <w:rsid w:val="0048376B"/>
    <w:rsid w:val="0048583B"/>
    <w:rsid w:val="00486728"/>
    <w:rsid w:val="00487EF7"/>
    <w:rsid w:val="00490715"/>
    <w:rsid w:val="00490BA4"/>
    <w:rsid w:val="00491748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39B8"/>
    <w:rsid w:val="004A4CDF"/>
    <w:rsid w:val="004A551A"/>
    <w:rsid w:val="004A57D6"/>
    <w:rsid w:val="004B03A7"/>
    <w:rsid w:val="004B20CF"/>
    <w:rsid w:val="004B22E6"/>
    <w:rsid w:val="004B2422"/>
    <w:rsid w:val="004B29A3"/>
    <w:rsid w:val="004B33C7"/>
    <w:rsid w:val="004B5982"/>
    <w:rsid w:val="004B59D2"/>
    <w:rsid w:val="004C06D0"/>
    <w:rsid w:val="004C0F56"/>
    <w:rsid w:val="004C19B1"/>
    <w:rsid w:val="004C1F6D"/>
    <w:rsid w:val="004C4298"/>
    <w:rsid w:val="004C4445"/>
    <w:rsid w:val="004C4DDF"/>
    <w:rsid w:val="004C5A00"/>
    <w:rsid w:val="004C7329"/>
    <w:rsid w:val="004D0A20"/>
    <w:rsid w:val="004D4149"/>
    <w:rsid w:val="004D68A8"/>
    <w:rsid w:val="004D7D8E"/>
    <w:rsid w:val="004E2E15"/>
    <w:rsid w:val="004E3102"/>
    <w:rsid w:val="004E3F3D"/>
    <w:rsid w:val="004E463A"/>
    <w:rsid w:val="004E493F"/>
    <w:rsid w:val="004E4B56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0EDD"/>
    <w:rsid w:val="00501E64"/>
    <w:rsid w:val="005033F0"/>
    <w:rsid w:val="00504A71"/>
    <w:rsid w:val="005058E4"/>
    <w:rsid w:val="005060DA"/>
    <w:rsid w:val="0050642F"/>
    <w:rsid w:val="00506F7E"/>
    <w:rsid w:val="0051137E"/>
    <w:rsid w:val="00511B5D"/>
    <w:rsid w:val="005121E2"/>
    <w:rsid w:val="005137F8"/>
    <w:rsid w:val="00514B1B"/>
    <w:rsid w:val="00514DFE"/>
    <w:rsid w:val="00514EF8"/>
    <w:rsid w:val="005200CD"/>
    <w:rsid w:val="005206E1"/>
    <w:rsid w:val="00520889"/>
    <w:rsid w:val="00522224"/>
    <w:rsid w:val="00522BFD"/>
    <w:rsid w:val="00523893"/>
    <w:rsid w:val="00527AC6"/>
    <w:rsid w:val="00527FC3"/>
    <w:rsid w:val="0053138E"/>
    <w:rsid w:val="0053198C"/>
    <w:rsid w:val="00532F12"/>
    <w:rsid w:val="00534997"/>
    <w:rsid w:val="00535714"/>
    <w:rsid w:val="005359E9"/>
    <w:rsid w:val="00537308"/>
    <w:rsid w:val="005411E4"/>
    <w:rsid w:val="00541423"/>
    <w:rsid w:val="00542D1E"/>
    <w:rsid w:val="00544E48"/>
    <w:rsid w:val="0054508C"/>
    <w:rsid w:val="005454B2"/>
    <w:rsid w:val="00547387"/>
    <w:rsid w:val="0055037D"/>
    <w:rsid w:val="00553B84"/>
    <w:rsid w:val="00554786"/>
    <w:rsid w:val="00555FA1"/>
    <w:rsid w:val="0055671E"/>
    <w:rsid w:val="0056071E"/>
    <w:rsid w:val="00561531"/>
    <w:rsid w:val="005615A7"/>
    <w:rsid w:val="00561718"/>
    <w:rsid w:val="005626E3"/>
    <w:rsid w:val="00562FD8"/>
    <w:rsid w:val="005632AB"/>
    <w:rsid w:val="00563BBF"/>
    <w:rsid w:val="00566A43"/>
    <w:rsid w:val="005718DF"/>
    <w:rsid w:val="00572F91"/>
    <w:rsid w:val="00573D48"/>
    <w:rsid w:val="00574077"/>
    <w:rsid w:val="0057526C"/>
    <w:rsid w:val="00575745"/>
    <w:rsid w:val="005757E7"/>
    <w:rsid w:val="00575CBD"/>
    <w:rsid w:val="005765F6"/>
    <w:rsid w:val="0057758E"/>
    <w:rsid w:val="005800C1"/>
    <w:rsid w:val="00580D5E"/>
    <w:rsid w:val="00581790"/>
    <w:rsid w:val="00584892"/>
    <w:rsid w:val="005848DE"/>
    <w:rsid w:val="00585C26"/>
    <w:rsid w:val="00586262"/>
    <w:rsid w:val="00586341"/>
    <w:rsid w:val="0058675F"/>
    <w:rsid w:val="00591082"/>
    <w:rsid w:val="00591607"/>
    <w:rsid w:val="00591D45"/>
    <w:rsid w:val="00592276"/>
    <w:rsid w:val="00593B66"/>
    <w:rsid w:val="00596506"/>
    <w:rsid w:val="00596E34"/>
    <w:rsid w:val="005A06EE"/>
    <w:rsid w:val="005A303C"/>
    <w:rsid w:val="005B1769"/>
    <w:rsid w:val="005B24E1"/>
    <w:rsid w:val="005B3441"/>
    <w:rsid w:val="005B3E76"/>
    <w:rsid w:val="005B429C"/>
    <w:rsid w:val="005B7E02"/>
    <w:rsid w:val="005C2198"/>
    <w:rsid w:val="005C45A9"/>
    <w:rsid w:val="005C4AA0"/>
    <w:rsid w:val="005C6449"/>
    <w:rsid w:val="005C7050"/>
    <w:rsid w:val="005C771B"/>
    <w:rsid w:val="005D0EF5"/>
    <w:rsid w:val="005D27F4"/>
    <w:rsid w:val="005D3140"/>
    <w:rsid w:val="005D4013"/>
    <w:rsid w:val="005D50DF"/>
    <w:rsid w:val="005D59E6"/>
    <w:rsid w:val="005D6652"/>
    <w:rsid w:val="005D6F16"/>
    <w:rsid w:val="005E0DC4"/>
    <w:rsid w:val="005E1771"/>
    <w:rsid w:val="005E6608"/>
    <w:rsid w:val="005E71AB"/>
    <w:rsid w:val="005E72F2"/>
    <w:rsid w:val="005E7A63"/>
    <w:rsid w:val="005E7EC6"/>
    <w:rsid w:val="005F054C"/>
    <w:rsid w:val="005F114C"/>
    <w:rsid w:val="005F4DDB"/>
    <w:rsid w:val="005F4F9C"/>
    <w:rsid w:val="005F6493"/>
    <w:rsid w:val="005F64E8"/>
    <w:rsid w:val="00600B6E"/>
    <w:rsid w:val="00600F60"/>
    <w:rsid w:val="0060176F"/>
    <w:rsid w:val="0060328A"/>
    <w:rsid w:val="00603A22"/>
    <w:rsid w:val="00603BD6"/>
    <w:rsid w:val="00604678"/>
    <w:rsid w:val="00604AA6"/>
    <w:rsid w:val="00604BA6"/>
    <w:rsid w:val="00604C6A"/>
    <w:rsid w:val="00604DE2"/>
    <w:rsid w:val="006060A1"/>
    <w:rsid w:val="00607006"/>
    <w:rsid w:val="006133F0"/>
    <w:rsid w:val="006138B0"/>
    <w:rsid w:val="00613D78"/>
    <w:rsid w:val="00614398"/>
    <w:rsid w:val="0061679B"/>
    <w:rsid w:val="00617F2F"/>
    <w:rsid w:val="00622388"/>
    <w:rsid w:val="00623E1F"/>
    <w:rsid w:val="00630883"/>
    <w:rsid w:val="00630FC1"/>
    <w:rsid w:val="0063156F"/>
    <w:rsid w:val="0063225A"/>
    <w:rsid w:val="006333D2"/>
    <w:rsid w:val="00633461"/>
    <w:rsid w:val="00633D98"/>
    <w:rsid w:val="0063408F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1C0D"/>
    <w:rsid w:val="006528F2"/>
    <w:rsid w:val="00654548"/>
    <w:rsid w:val="006549EC"/>
    <w:rsid w:val="00656120"/>
    <w:rsid w:val="006561C8"/>
    <w:rsid w:val="00656E9B"/>
    <w:rsid w:val="00657F47"/>
    <w:rsid w:val="00660AF3"/>
    <w:rsid w:val="0066114A"/>
    <w:rsid w:val="00663308"/>
    <w:rsid w:val="00663732"/>
    <w:rsid w:val="00664779"/>
    <w:rsid w:val="00664C1B"/>
    <w:rsid w:val="00664DCA"/>
    <w:rsid w:val="00664F9E"/>
    <w:rsid w:val="00665AF9"/>
    <w:rsid w:val="006672CD"/>
    <w:rsid w:val="00670B72"/>
    <w:rsid w:val="006714C5"/>
    <w:rsid w:val="00673347"/>
    <w:rsid w:val="00673B08"/>
    <w:rsid w:val="006747DB"/>
    <w:rsid w:val="00677843"/>
    <w:rsid w:val="00677DD4"/>
    <w:rsid w:val="00681172"/>
    <w:rsid w:val="006816EF"/>
    <w:rsid w:val="00685566"/>
    <w:rsid w:val="006866E3"/>
    <w:rsid w:val="00687BB1"/>
    <w:rsid w:val="00691FC4"/>
    <w:rsid w:val="006934EF"/>
    <w:rsid w:val="00693F38"/>
    <w:rsid w:val="006A0B3C"/>
    <w:rsid w:val="006A1528"/>
    <w:rsid w:val="006A4FE4"/>
    <w:rsid w:val="006A5682"/>
    <w:rsid w:val="006A682A"/>
    <w:rsid w:val="006A7DC5"/>
    <w:rsid w:val="006B1E63"/>
    <w:rsid w:val="006B322B"/>
    <w:rsid w:val="006B34B4"/>
    <w:rsid w:val="006B442C"/>
    <w:rsid w:val="006B53C5"/>
    <w:rsid w:val="006B5757"/>
    <w:rsid w:val="006B7100"/>
    <w:rsid w:val="006B737A"/>
    <w:rsid w:val="006B7D35"/>
    <w:rsid w:val="006C0293"/>
    <w:rsid w:val="006C0BD0"/>
    <w:rsid w:val="006C10BD"/>
    <w:rsid w:val="006C2873"/>
    <w:rsid w:val="006C3DC1"/>
    <w:rsid w:val="006C43BD"/>
    <w:rsid w:val="006C4D4A"/>
    <w:rsid w:val="006C6A54"/>
    <w:rsid w:val="006C6B3C"/>
    <w:rsid w:val="006C6ED3"/>
    <w:rsid w:val="006C7FEB"/>
    <w:rsid w:val="006D027A"/>
    <w:rsid w:val="006D1783"/>
    <w:rsid w:val="006D1831"/>
    <w:rsid w:val="006D1926"/>
    <w:rsid w:val="006D24A4"/>
    <w:rsid w:val="006D3463"/>
    <w:rsid w:val="006D44B5"/>
    <w:rsid w:val="006D48C2"/>
    <w:rsid w:val="006D57D6"/>
    <w:rsid w:val="006D649B"/>
    <w:rsid w:val="006D658E"/>
    <w:rsid w:val="006D6C8B"/>
    <w:rsid w:val="006D773F"/>
    <w:rsid w:val="006D783C"/>
    <w:rsid w:val="006E2162"/>
    <w:rsid w:val="006E2AC7"/>
    <w:rsid w:val="006E2E09"/>
    <w:rsid w:val="006E3656"/>
    <w:rsid w:val="006E3D03"/>
    <w:rsid w:val="006E4A3F"/>
    <w:rsid w:val="006E6D0D"/>
    <w:rsid w:val="006E6DE3"/>
    <w:rsid w:val="006E6F49"/>
    <w:rsid w:val="006E74B9"/>
    <w:rsid w:val="006E7CD5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5A18"/>
    <w:rsid w:val="00705AC2"/>
    <w:rsid w:val="00707345"/>
    <w:rsid w:val="0071148C"/>
    <w:rsid w:val="00711EEC"/>
    <w:rsid w:val="00712DAB"/>
    <w:rsid w:val="0071306E"/>
    <w:rsid w:val="00714217"/>
    <w:rsid w:val="00714BA4"/>
    <w:rsid w:val="00715C18"/>
    <w:rsid w:val="00715CD7"/>
    <w:rsid w:val="007174C5"/>
    <w:rsid w:val="007179C8"/>
    <w:rsid w:val="00717A99"/>
    <w:rsid w:val="007209AE"/>
    <w:rsid w:val="00721344"/>
    <w:rsid w:val="00721A14"/>
    <w:rsid w:val="007228EE"/>
    <w:rsid w:val="00722E9C"/>
    <w:rsid w:val="00724377"/>
    <w:rsid w:val="007243CC"/>
    <w:rsid w:val="00724E71"/>
    <w:rsid w:val="00725996"/>
    <w:rsid w:val="0072599F"/>
    <w:rsid w:val="00725C95"/>
    <w:rsid w:val="00726CCA"/>
    <w:rsid w:val="00726F70"/>
    <w:rsid w:val="00727102"/>
    <w:rsid w:val="00727305"/>
    <w:rsid w:val="00727D8E"/>
    <w:rsid w:val="00727E48"/>
    <w:rsid w:val="00730273"/>
    <w:rsid w:val="007308CD"/>
    <w:rsid w:val="00731C06"/>
    <w:rsid w:val="0073270F"/>
    <w:rsid w:val="00733171"/>
    <w:rsid w:val="00733847"/>
    <w:rsid w:val="00734817"/>
    <w:rsid w:val="00734B67"/>
    <w:rsid w:val="007361AA"/>
    <w:rsid w:val="00737223"/>
    <w:rsid w:val="007372B1"/>
    <w:rsid w:val="00740252"/>
    <w:rsid w:val="00740266"/>
    <w:rsid w:val="00740588"/>
    <w:rsid w:val="00740CDD"/>
    <w:rsid w:val="00740E51"/>
    <w:rsid w:val="00742352"/>
    <w:rsid w:val="00742F48"/>
    <w:rsid w:val="00744095"/>
    <w:rsid w:val="007454DB"/>
    <w:rsid w:val="00745989"/>
    <w:rsid w:val="00746248"/>
    <w:rsid w:val="00752A0D"/>
    <w:rsid w:val="00752AE7"/>
    <w:rsid w:val="00752BFA"/>
    <w:rsid w:val="00752EC4"/>
    <w:rsid w:val="00753AEE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3AA"/>
    <w:rsid w:val="00762637"/>
    <w:rsid w:val="00764176"/>
    <w:rsid w:val="00765F11"/>
    <w:rsid w:val="007664A2"/>
    <w:rsid w:val="007666EF"/>
    <w:rsid w:val="00770338"/>
    <w:rsid w:val="00770402"/>
    <w:rsid w:val="007716EC"/>
    <w:rsid w:val="007716FB"/>
    <w:rsid w:val="00771966"/>
    <w:rsid w:val="007720BE"/>
    <w:rsid w:val="00772E18"/>
    <w:rsid w:val="00774002"/>
    <w:rsid w:val="00774664"/>
    <w:rsid w:val="007768AC"/>
    <w:rsid w:val="00776AB6"/>
    <w:rsid w:val="00777A20"/>
    <w:rsid w:val="00780DB8"/>
    <w:rsid w:val="00781714"/>
    <w:rsid w:val="007817D2"/>
    <w:rsid w:val="00782B9C"/>
    <w:rsid w:val="0078565C"/>
    <w:rsid w:val="00787314"/>
    <w:rsid w:val="00787533"/>
    <w:rsid w:val="007917E0"/>
    <w:rsid w:val="00791DAE"/>
    <w:rsid w:val="007933D1"/>
    <w:rsid w:val="007941D5"/>
    <w:rsid w:val="007944CC"/>
    <w:rsid w:val="0079486E"/>
    <w:rsid w:val="00794EDF"/>
    <w:rsid w:val="00795999"/>
    <w:rsid w:val="00796238"/>
    <w:rsid w:val="00797373"/>
    <w:rsid w:val="007977C9"/>
    <w:rsid w:val="007A0D2B"/>
    <w:rsid w:val="007A2455"/>
    <w:rsid w:val="007A2CE1"/>
    <w:rsid w:val="007A3586"/>
    <w:rsid w:val="007A4503"/>
    <w:rsid w:val="007A5103"/>
    <w:rsid w:val="007A5724"/>
    <w:rsid w:val="007A5D44"/>
    <w:rsid w:val="007A6E4C"/>
    <w:rsid w:val="007B489C"/>
    <w:rsid w:val="007B694D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58C"/>
    <w:rsid w:val="007D1FFC"/>
    <w:rsid w:val="007D2C12"/>
    <w:rsid w:val="007D316E"/>
    <w:rsid w:val="007D35AF"/>
    <w:rsid w:val="007D39BB"/>
    <w:rsid w:val="007D59D6"/>
    <w:rsid w:val="007D5C77"/>
    <w:rsid w:val="007D7FAF"/>
    <w:rsid w:val="007E0307"/>
    <w:rsid w:val="007E0F98"/>
    <w:rsid w:val="007E1DDB"/>
    <w:rsid w:val="007E2257"/>
    <w:rsid w:val="007E3E4B"/>
    <w:rsid w:val="007E4ED2"/>
    <w:rsid w:val="007E5C3D"/>
    <w:rsid w:val="007E5FA2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214"/>
    <w:rsid w:val="00811D90"/>
    <w:rsid w:val="008143F2"/>
    <w:rsid w:val="00814C69"/>
    <w:rsid w:val="0081546E"/>
    <w:rsid w:val="00815819"/>
    <w:rsid w:val="00815D59"/>
    <w:rsid w:val="00816397"/>
    <w:rsid w:val="00816EC0"/>
    <w:rsid w:val="00820087"/>
    <w:rsid w:val="00820A02"/>
    <w:rsid w:val="008222B3"/>
    <w:rsid w:val="008229DA"/>
    <w:rsid w:val="008230A6"/>
    <w:rsid w:val="00824566"/>
    <w:rsid w:val="008246AF"/>
    <w:rsid w:val="00824911"/>
    <w:rsid w:val="008249EB"/>
    <w:rsid w:val="0082500F"/>
    <w:rsid w:val="00826C6E"/>
    <w:rsid w:val="008277EE"/>
    <w:rsid w:val="00830EDD"/>
    <w:rsid w:val="0083122C"/>
    <w:rsid w:val="00831430"/>
    <w:rsid w:val="00832BE7"/>
    <w:rsid w:val="00834AFF"/>
    <w:rsid w:val="00834F53"/>
    <w:rsid w:val="0083550F"/>
    <w:rsid w:val="00836DA0"/>
    <w:rsid w:val="0083770C"/>
    <w:rsid w:val="00837F6E"/>
    <w:rsid w:val="00840103"/>
    <w:rsid w:val="00841956"/>
    <w:rsid w:val="00843A8F"/>
    <w:rsid w:val="0084489E"/>
    <w:rsid w:val="008460E7"/>
    <w:rsid w:val="008509D4"/>
    <w:rsid w:val="0085307F"/>
    <w:rsid w:val="0085580A"/>
    <w:rsid w:val="008561D7"/>
    <w:rsid w:val="00856D0E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930"/>
    <w:rsid w:val="008839DD"/>
    <w:rsid w:val="008839E4"/>
    <w:rsid w:val="00883AFD"/>
    <w:rsid w:val="00884C63"/>
    <w:rsid w:val="008857CC"/>
    <w:rsid w:val="00886DD2"/>
    <w:rsid w:val="008870F5"/>
    <w:rsid w:val="00890245"/>
    <w:rsid w:val="0089043E"/>
    <w:rsid w:val="0089065A"/>
    <w:rsid w:val="00892DFF"/>
    <w:rsid w:val="0089332E"/>
    <w:rsid w:val="008937CE"/>
    <w:rsid w:val="00894C5D"/>
    <w:rsid w:val="00895423"/>
    <w:rsid w:val="008A0A78"/>
    <w:rsid w:val="008A0AFA"/>
    <w:rsid w:val="008A0B83"/>
    <w:rsid w:val="008A0BCA"/>
    <w:rsid w:val="008A1C0D"/>
    <w:rsid w:val="008A247C"/>
    <w:rsid w:val="008A2550"/>
    <w:rsid w:val="008A353B"/>
    <w:rsid w:val="008A3704"/>
    <w:rsid w:val="008A3DC9"/>
    <w:rsid w:val="008A49BB"/>
    <w:rsid w:val="008A659D"/>
    <w:rsid w:val="008A6F56"/>
    <w:rsid w:val="008A710B"/>
    <w:rsid w:val="008B03D6"/>
    <w:rsid w:val="008B08A5"/>
    <w:rsid w:val="008B0FE5"/>
    <w:rsid w:val="008B2531"/>
    <w:rsid w:val="008B3B9D"/>
    <w:rsid w:val="008B4793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0DF2"/>
    <w:rsid w:val="008E153F"/>
    <w:rsid w:val="008E2403"/>
    <w:rsid w:val="008E3678"/>
    <w:rsid w:val="008E391F"/>
    <w:rsid w:val="008E4551"/>
    <w:rsid w:val="008E6766"/>
    <w:rsid w:val="008F123A"/>
    <w:rsid w:val="008F2771"/>
    <w:rsid w:val="008F49E6"/>
    <w:rsid w:val="008F55B4"/>
    <w:rsid w:val="008F65A0"/>
    <w:rsid w:val="008F6AF0"/>
    <w:rsid w:val="00900788"/>
    <w:rsid w:val="0090131B"/>
    <w:rsid w:val="009028B6"/>
    <w:rsid w:val="00902ADB"/>
    <w:rsid w:val="00902B94"/>
    <w:rsid w:val="00904609"/>
    <w:rsid w:val="00907B5D"/>
    <w:rsid w:val="0091034B"/>
    <w:rsid w:val="00911809"/>
    <w:rsid w:val="00912093"/>
    <w:rsid w:val="00912804"/>
    <w:rsid w:val="00912B2E"/>
    <w:rsid w:val="009136F9"/>
    <w:rsid w:val="0091584D"/>
    <w:rsid w:val="00920AB1"/>
    <w:rsid w:val="00921D94"/>
    <w:rsid w:val="00922130"/>
    <w:rsid w:val="0092274E"/>
    <w:rsid w:val="00922EB1"/>
    <w:rsid w:val="0092321B"/>
    <w:rsid w:val="00924CC3"/>
    <w:rsid w:val="00924ED2"/>
    <w:rsid w:val="0092649F"/>
    <w:rsid w:val="00927BCB"/>
    <w:rsid w:val="00930404"/>
    <w:rsid w:val="00930455"/>
    <w:rsid w:val="009306F1"/>
    <w:rsid w:val="0093289A"/>
    <w:rsid w:val="00933859"/>
    <w:rsid w:val="0093547D"/>
    <w:rsid w:val="009355AA"/>
    <w:rsid w:val="00935824"/>
    <w:rsid w:val="00935F66"/>
    <w:rsid w:val="009365E2"/>
    <w:rsid w:val="00940581"/>
    <w:rsid w:val="00940812"/>
    <w:rsid w:val="00940D4E"/>
    <w:rsid w:val="00941B36"/>
    <w:rsid w:val="00944CBD"/>
    <w:rsid w:val="00944D62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385"/>
    <w:rsid w:val="00956FE9"/>
    <w:rsid w:val="00957E6E"/>
    <w:rsid w:val="00962AF6"/>
    <w:rsid w:val="0096320D"/>
    <w:rsid w:val="0096381B"/>
    <w:rsid w:val="00965792"/>
    <w:rsid w:val="00966056"/>
    <w:rsid w:val="00966844"/>
    <w:rsid w:val="00967609"/>
    <w:rsid w:val="009704A1"/>
    <w:rsid w:val="00975251"/>
    <w:rsid w:val="00976785"/>
    <w:rsid w:val="00976D7A"/>
    <w:rsid w:val="00977ADE"/>
    <w:rsid w:val="0098374A"/>
    <w:rsid w:val="009842F5"/>
    <w:rsid w:val="00985712"/>
    <w:rsid w:val="00985C10"/>
    <w:rsid w:val="009902DE"/>
    <w:rsid w:val="00992183"/>
    <w:rsid w:val="00994AD5"/>
    <w:rsid w:val="009A0AB8"/>
    <w:rsid w:val="009A270E"/>
    <w:rsid w:val="009A397F"/>
    <w:rsid w:val="009A3A01"/>
    <w:rsid w:val="009A40EF"/>
    <w:rsid w:val="009A5AAC"/>
    <w:rsid w:val="009A5DFD"/>
    <w:rsid w:val="009A64C1"/>
    <w:rsid w:val="009A6620"/>
    <w:rsid w:val="009A67CB"/>
    <w:rsid w:val="009A7310"/>
    <w:rsid w:val="009A781B"/>
    <w:rsid w:val="009B4D68"/>
    <w:rsid w:val="009B5D87"/>
    <w:rsid w:val="009C0890"/>
    <w:rsid w:val="009C1C67"/>
    <w:rsid w:val="009C2103"/>
    <w:rsid w:val="009C2BEF"/>
    <w:rsid w:val="009C31B5"/>
    <w:rsid w:val="009C3E9A"/>
    <w:rsid w:val="009C4245"/>
    <w:rsid w:val="009C433C"/>
    <w:rsid w:val="009C61B1"/>
    <w:rsid w:val="009D1161"/>
    <w:rsid w:val="009D2592"/>
    <w:rsid w:val="009D27E2"/>
    <w:rsid w:val="009D356A"/>
    <w:rsid w:val="009D3689"/>
    <w:rsid w:val="009D3FDF"/>
    <w:rsid w:val="009D7EE4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257"/>
    <w:rsid w:val="00A01B94"/>
    <w:rsid w:val="00A01CC6"/>
    <w:rsid w:val="00A02458"/>
    <w:rsid w:val="00A038C8"/>
    <w:rsid w:val="00A041D2"/>
    <w:rsid w:val="00A04421"/>
    <w:rsid w:val="00A04A1A"/>
    <w:rsid w:val="00A04AC6"/>
    <w:rsid w:val="00A06051"/>
    <w:rsid w:val="00A06C96"/>
    <w:rsid w:val="00A10910"/>
    <w:rsid w:val="00A111E2"/>
    <w:rsid w:val="00A1148B"/>
    <w:rsid w:val="00A122E4"/>
    <w:rsid w:val="00A127E3"/>
    <w:rsid w:val="00A12861"/>
    <w:rsid w:val="00A1286A"/>
    <w:rsid w:val="00A12F59"/>
    <w:rsid w:val="00A16A20"/>
    <w:rsid w:val="00A16DEF"/>
    <w:rsid w:val="00A17E48"/>
    <w:rsid w:val="00A206F4"/>
    <w:rsid w:val="00A20CF3"/>
    <w:rsid w:val="00A22E0B"/>
    <w:rsid w:val="00A231B5"/>
    <w:rsid w:val="00A23906"/>
    <w:rsid w:val="00A239C8"/>
    <w:rsid w:val="00A245A6"/>
    <w:rsid w:val="00A246F9"/>
    <w:rsid w:val="00A2703B"/>
    <w:rsid w:val="00A32BD8"/>
    <w:rsid w:val="00A3338A"/>
    <w:rsid w:val="00A358A3"/>
    <w:rsid w:val="00A35E4D"/>
    <w:rsid w:val="00A36084"/>
    <w:rsid w:val="00A361D1"/>
    <w:rsid w:val="00A401EC"/>
    <w:rsid w:val="00A4024D"/>
    <w:rsid w:val="00A42891"/>
    <w:rsid w:val="00A43358"/>
    <w:rsid w:val="00A43512"/>
    <w:rsid w:val="00A43AC6"/>
    <w:rsid w:val="00A43D45"/>
    <w:rsid w:val="00A43D57"/>
    <w:rsid w:val="00A453C0"/>
    <w:rsid w:val="00A454F7"/>
    <w:rsid w:val="00A45D43"/>
    <w:rsid w:val="00A46858"/>
    <w:rsid w:val="00A523D6"/>
    <w:rsid w:val="00A53BCA"/>
    <w:rsid w:val="00A542E5"/>
    <w:rsid w:val="00A5440F"/>
    <w:rsid w:val="00A54A82"/>
    <w:rsid w:val="00A55B36"/>
    <w:rsid w:val="00A55EBA"/>
    <w:rsid w:val="00A578C1"/>
    <w:rsid w:val="00A600B4"/>
    <w:rsid w:val="00A620E0"/>
    <w:rsid w:val="00A62BF5"/>
    <w:rsid w:val="00A63E26"/>
    <w:rsid w:val="00A653C3"/>
    <w:rsid w:val="00A6585A"/>
    <w:rsid w:val="00A65A72"/>
    <w:rsid w:val="00A674B6"/>
    <w:rsid w:val="00A67B5D"/>
    <w:rsid w:val="00A702DA"/>
    <w:rsid w:val="00A704E1"/>
    <w:rsid w:val="00A73CE0"/>
    <w:rsid w:val="00A74EDA"/>
    <w:rsid w:val="00A74F91"/>
    <w:rsid w:val="00A76063"/>
    <w:rsid w:val="00A7686F"/>
    <w:rsid w:val="00A76BF7"/>
    <w:rsid w:val="00A77D3C"/>
    <w:rsid w:val="00A77E64"/>
    <w:rsid w:val="00A8091B"/>
    <w:rsid w:val="00A83E86"/>
    <w:rsid w:val="00A84A45"/>
    <w:rsid w:val="00A85503"/>
    <w:rsid w:val="00A855A2"/>
    <w:rsid w:val="00A85B00"/>
    <w:rsid w:val="00A8682E"/>
    <w:rsid w:val="00A902B4"/>
    <w:rsid w:val="00A91718"/>
    <w:rsid w:val="00A91CCF"/>
    <w:rsid w:val="00A93EFF"/>
    <w:rsid w:val="00A94270"/>
    <w:rsid w:val="00A960EF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2E6"/>
    <w:rsid w:val="00AB3520"/>
    <w:rsid w:val="00AB4136"/>
    <w:rsid w:val="00AB4329"/>
    <w:rsid w:val="00AB4772"/>
    <w:rsid w:val="00AB48F2"/>
    <w:rsid w:val="00AB4D5C"/>
    <w:rsid w:val="00AC149C"/>
    <w:rsid w:val="00AC1B8E"/>
    <w:rsid w:val="00AC1F42"/>
    <w:rsid w:val="00AC4403"/>
    <w:rsid w:val="00AC555C"/>
    <w:rsid w:val="00AC60FA"/>
    <w:rsid w:val="00AC63AB"/>
    <w:rsid w:val="00AD06CE"/>
    <w:rsid w:val="00AD0870"/>
    <w:rsid w:val="00AD0FA0"/>
    <w:rsid w:val="00AD2DCA"/>
    <w:rsid w:val="00AD37FD"/>
    <w:rsid w:val="00AD5411"/>
    <w:rsid w:val="00AE1341"/>
    <w:rsid w:val="00AE215B"/>
    <w:rsid w:val="00AE3042"/>
    <w:rsid w:val="00AE3DE8"/>
    <w:rsid w:val="00AE5189"/>
    <w:rsid w:val="00AE7483"/>
    <w:rsid w:val="00AE7489"/>
    <w:rsid w:val="00AE7A8F"/>
    <w:rsid w:val="00AE7C37"/>
    <w:rsid w:val="00AE7C8D"/>
    <w:rsid w:val="00AF215A"/>
    <w:rsid w:val="00AF2253"/>
    <w:rsid w:val="00AF2CE2"/>
    <w:rsid w:val="00AF2F49"/>
    <w:rsid w:val="00AF2FA6"/>
    <w:rsid w:val="00AF4374"/>
    <w:rsid w:val="00AF4F5B"/>
    <w:rsid w:val="00AF5928"/>
    <w:rsid w:val="00AF6824"/>
    <w:rsid w:val="00B00312"/>
    <w:rsid w:val="00B00DA1"/>
    <w:rsid w:val="00B0121D"/>
    <w:rsid w:val="00B0201B"/>
    <w:rsid w:val="00B041D4"/>
    <w:rsid w:val="00B049DB"/>
    <w:rsid w:val="00B04A61"/>
    <w:rsid w:val="00B05987"/>
    <w:rsid w:val="00B110F0"/>
    <w:rsid w:val="00B1266C"/>
    <w:rsid w:val="00B12D64"/>
    <w:rsid w:val="00B12DD3"/>
    <w:rsid w:val="00B1612F"/>
    <w:rsid w:val="00B1760E"/>
    <w:rsid w:val="00B20973"/>
    <w:rsid w:val="00B20D0C"/>
    <w:rsid w:val="00B21568"/>
    <w:rsid w:val="00B22275"/>
    <w:rsid w:val="00B22EAB"/>
    <w:rsid w:val="00B2301D"/>
    <w:rsid w:val="00B23538"/>
    <w:rsid w:val="00B23F06"/>
    <w:rsid w:val="00B244F8"/>
    <w:rsid w:val="00B268C2"/>
    <w:rsid w:val="00B26F99"/>
    <w:rsid w:val="00B27047"/>
    <w:rsid w:val="00B30ACC"/>
    <w:rsid w:val="00B31AA1"/>
    <w:rsid w:val="00B3336A"/>
    <w:rsid w:val="00B344D8"/>
    <w:rsid w:val="00B34504"/>
    <w:rsid w:val="00B34622"/>
    <w:rsid w:val="00B34DB9"/>
    <w:rsid w:val="00B35072"/>
    <w:rsid w:val="00B35945"/>
    <w:rsid w:val="00B35B0A"/>
    <w:rsid w:val="00B372B0"/>
    <w:rsid w:val="00B41DBB"/>
    <w:rsid w:val="00B438F2"/>
    <w:rsid w:val="00B44026"/>
    <w:rsid w:val="00B44110"/>
    <w:rsid w:val="00B47F75"/>
    <w:rsid w:val="00B50B3C"/>
    <w:rsid w:val="00B52045"/>
    <w:rsid w:val="00B5298D"/>
    <w:rsid w:val="00B53653"/>
    <w:rsid w:val="00B53BCD"/>
    <w:rsid w:val="00B56F01"/>
    <w:rsid w:val="00B57D1C"/>
    <w:rsid w:val="00B607AD"/>
    <w:rsid w:val="00B60F2D"/>
    <w:rsid w:val="00B631C9"/>
    <w:rsid w:val="00B67844"/>
    <w:rsid w:val="00B700F4"/>
    <w:rsid w:val="00B7040F"/>
    <w:rsid w:val="00B70978"/>
    <w:rsid w:val="00B70D59"/>
    <w:rsid w:val="00B72487"/>
    <w:rsid w:val="00B73D40"/>
    <w:rsid w:val="00B7421A"/>
    <w:rsid w:val="00B74A29"/>
    <w:rsid w:val="00B74CC1"/>
    <w:rsid w:val="00B76F91"/>
    <w:rsid w:val="00B7736C"/>
    <w:rsid w:val="00B80470"/>
    <w:rsid w:val="00B837CC"/>
    <w:rsid w:val="00B839BD"/>
    <w:rsid w:val="00B84B52"/>
    <w:rsid w:val="00B85D1E"/>
    <w:rsid w:val="00B868A1"/>
    <w:rsid w:val="00B87F52"/>
    <w:rsid w:val="00B93EA7"/>
    <w:rsid w:val="00B94124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464"/>
    <w:rsid w:val="00BB1ED8"/>
    <w:rsid w:val="00BB289B"/>
    <w:rsid w:val="00BB389E"/>
    <w:rsid w:val="00BB4374"/>
    <w:rsid w:val="00BB73F2"/>
    <w:rsid w:val="00BB7AB9"/>
    <w:rsid w:val="00BB7F7F"/>
    <w:rsid w:val="00BB7FD7"/>
    <w:rsid w:val="00BC1B68"/>
    <w:rsid w:val="00BC2202"/>
    <w:rsid w:val="00BC27B2"/>
    <w:rsid w:val="00BC32FC"/>
    <w:rsid w:val="00BC64D0"/>
    <w:rsid w:val="00BC67F6"/>
    <w:rsid w:val="00BD141C"/>
    <w:rsid w:val="00BD3CDC"/>
    <w:rsid w:val="00BD4B74"/>
    <w:rsid w:val="00BD5B80"/>
    <w:rsid w:val="00BD61BE"/>
    <w:rsid w:val="00BD7C4D"/>
    <w:rsid w:val="00BE3D28"/>
    <w:rsid w:val="00BE56F2"/>
    <w:rsid w:val="00BE5B66"/>
    <w:rsid w:val="00BE6EA5"/>
    <w:rsid w:val="00BE7961"/>
    <w:rsid w:val="00BF1160"/>
    <w:rsid w:val="00BF1685"/>
    <w:rsid w:val="00BF16E5"/>
    <w:rsid w:val="00BF1912"/>
    <w:rsid w:val="00BF192C"/>
    <w:rsid w:val="00BF1DFC"/>
    <w:rsid w:val="00BF1FFC"/>
    <w:rsid w:val="00BF38FE"/>
    <w:rsid w:val="00BF3ECD"/>
    <w:rsid w:val="00BF4A44"/>
    <w:rsid w:val="00BF5861"/>
    <w:rsid w:val="00BF58B5"/>
    <w:rsid w:val="00BF6C73"/>
    <w:rsid w:val="00BF7F39"/>
    <w:rsid w:val="00C00111"/>
    <w:rsid w:val="00C0151E"/>
    <w:rsid w:val="00C02DCE"/>
    <w:rsid w:val="00C033CE"/>
    <w:rsid w:val="00C0379B"/>
    <w:rsid w:val="00C04A42"/>
    <w:rsid w:val="00C067CD"/>
    <w:rsid w:val="00C0753B"/>
    <w:rsid w:val="00C07E5B"/>
    <w:rsid w:val="00C1204D"/>
    <w:rsid w:val="00C1353E"/>
    <w:rsid w:val="00C16930"/>
    <w:rsid w:val="00C16B32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2269"/>
    <w:rsid w:val="00C32C86"/>
    <w:rsid w:val="00C33B1E"/>
    <w:rsid w:val="00C341D9"/>
    <w:rsid w:val="00C346E9"/>
    <w:rsid w:val="00C34BDC"/>
    <w:rsid w:val="00C34C8C"/>
    <w:rsid w:val="00C35494"/>
    <w:rsid w:val="00C36292"/>
    <w:rsid w:val="00C40311"/>
    <w:rsid w:val="00C40812"/>
    <w:rsid w:val="00C41E5B"/>
    <w:rsid w:val="00C43A15"/>
    <w:rsid w:val="00C43CF0"/>
    <w:rsid w:val="00C450ED"/>
    <w:rsid w:val="00C45304"/>
    <w:rsid w:val="00C45F5B"/>
    <w:rsid w:val="00C46262"/>
    <w:rsid w:val="00C46937"/>
    <w:rsid w:val="00C47927"/>
    <w:rsid w:val="00C506CB"/>
    <w:rsid w:val="00C51028"/>
    <w:rsid w:val="00C51D80"/>
    <w:rsid w:val="00C52E3A"/>
    <w:rsid w:val="00C52EEF"/>
    <w:rsid w:val="00C53192"/>
    <w:rsid w:val="00C53BCC"/>
    <w:rsid w:val="00C54AE8"/>
    <w:rsid w:val="00C5555B"/>
    <w:rsid w:val="00C562EE"/>
    <w:rsid w:val="00C61A2A"/>
    <w:rsid w:val="00C62488"/>
    <w:rsid w:val="00C6264A"/>
    <w:rsid w:val="00C63E83"/>
    <w:rsid w:val="00C64330"/>
    <w:rsid w:val="00C6537E"/>
    <w:rsid w:val="00C65432"/>
    <w:rsid w:val="00C67570"/>
    <w:rsid w:val="00C7207C"/>
    <w:rsid w:val="00C726DE"/>
    <w:rsid w:val="00C72B3F"/>
    <w:rsid w:val="00C73696"/>
    <w:rsid w:val="00C7441D"/>
    <w:rsid w:val="00C74FDD"/>
    <w:rsid w:val="00C76796"/>
    <w:rsid w:val="00C768A4"/>
    <w:rsid w:val="00C775EB"/>
    <w:rsid w:val="00C779D4"/>
    <w:rsid w:val="00C77CDA"/>
    <w:rsid w:val="00C802E9"/>
    <w:rsid w:val="00C80EB1"/>
    <w:rsid w:val="00C820DC"/>
    <w:rsid w:val="00C83861"/>
    <w:rsid w:val="00C8669A"/>
    <w:rsid w:val="00C91FC9"/>
    <w:rsid w:val="00C923CC"/>
    <w:rsid w:val="00C923DF"/>
    <w:rsid w:val="00C95854"/>
    <w:rsid w:val="00C95EEF"/>
    <w:rsid w:val="00C96948"/>
    <w:rsid w:val="00C97B65"/>
    <w:rsid w:val="00CA0272"/>
    <w:rsid w:val="00CA1429"/>
    <w:rsid w:val="00CA1AC6"/>
    <w:rsid w:val="00CA24A4"/>
    <w:rsid w:val="00CA3ADB"/>
    <w:rsid w:val="00CA4514"/>
    <w:rsid w:val="00CA5D80"/>
    <w:rsid w:val="00CA6E19"/>
    <w:rsid w:val="00CA70E6"/>
    <w:rsid w:val="00CA74F4"/>
    <w:rsid w:val="00CA7DC8"/>
    <w:rsid w:val="00CB0618"/>
    <w:rsid w:val="00CB168F"/>
    <w:rsid w:val="00CB245B"/>
    <w:rsid w:val="00CB55D8"/>
    <w:rsid w:val="00CC0AE9"/>
    <w:rsid w:val="00CC1750"/>
    <w:rsid w:val="00CC1946"/>
    <w:rsid w:val="00CC1DE0"/>
    <w:rsid w:val="00CC1E14"/>
    <w:rsid w:val="00CC3529"/>
    <w:rsid w:val="00CC38BF"/>
    <w:rsid w:val="00CC3909"/>
    <w:rsid w:val="00CC40FF"/>
    <w:rsid w:val="00CC4764"/>
    <w:rsid w:val="00CC4CC3"/>
    <w:rsid w:val="00CC6D1B"/>
    <w:rsid w:val="00CC76BA"/>
    <w:rsid w:val="00CC77E9"/>
    <w:rsid w:val="00CD2359"/>
    <w:rsid w:val="00CD3314"/>
    <w:rsid w:val="00CD5303"/>
    <w:rsid w:val="00CD7BF6"/>
    <w:rsid w:val="00CE0245"/>
    <w:rsid w:val="00CE183D"/>
    <w:rsid w:val="00CE1C32"/>
    <w:rsid w:val="00CE332A"/>
    <w:rsid w:val="00CE3F49"/>
    <w:rsid w:val="00CE43AC"/>
    <w:rsid w:val="00CE4AC1"/>
    <w:rsid w:val="00CF01A2"/>
    <w:rsid w:val="00CF306E"/>
    <w:rsid w:val="00CF3BB8"/>
    <w:rsid w:val="00CF43C7"/>
    <w:rsid w:val="00CF4F6C"/>
    <w:rsid w:val="00CF5183"/>
    <w:rsid w:val="00CF58F3"/>
    <w:rsid w:val="00D00A25"/>
    <w:rsid w:val="00D0162A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1EFF"/>
    <w:rsid w:val="00D122DA"/>
    <w:rsid w:val="00D12BB8"/>
    <w:rsid w:val="00D14290"/>
    <w:rsid w:val="00D207CE"/>
    <w:rsid w:val="00D20A7C"/>
    <w:rsid w:val="00D22D41"/>
    <w:rsid w:val="00D2320A"/>
    <w:rsid w:val="00D245ED"/>
    <w:rsid w:val="00D24AA1"/>
    <w:rsid w:val="00D250DD"/>
    <w:rsid w:val="00D260FD"/>
    <w:rsid w:val="00D26FC5"/>
    <w:rsid w:val="00D30F3A"/>
    <w:rsid w:val="00D310BE"/>
    <w:rsid w:val="00D343C6"/>
    <w:rsid w:val="00D3619C"/>
    <w:rsid w:val="00D366F5"/>
    <w:rsid w:val="00D37CAE"/>
    <w:rsid w:val="00D40F73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F21"/>
    <w:rsid w:val="00D54FD0"/>
    <w:rsid w:val="00D55FA9"/>
    <w:rsid w:val="00D56CB5"/>
    <w:rsid w:val="00D60B4C"/>
    <w:rsid w:val="00D60CF1"/>
    <w:rsid w:val="00D613AC"/>
    <w:rsid w:val="00D6199C"/>
    <w:rsid w:val="00D62AB0"/>
    <w:rsid w:val="00D62B26"/>
    <w:rsid w:val="00D630D3"/>
    <w:rsid w:val="00D651D3"/>
    <w:rsid w:val="00D674C5"/>
    <w:rsid w:val="00D67E26"/>
    <w:rsid w:val="00D7006C"/>
    <w:rsid w:val="00D708C8"/>
    <w:rsid w:val="00D708DA"/>
    <w:rsid w:val="00D70B9C"/>
    <w:rsid w:val="00D70E11"/>
    <w:rsid w:val="00D71BEA"/>
    <w:rsid w:val="00D73711"/>
    <w:rsid w:val="00D73C6A"/>
    <w:rsid w:val="00D742D7"/>
    <w:rsid w:val="00D74604"/>
    <w:rsid w:val="00D757CB"/>
    <w:rsid w:val="00D760AB"/>
    <w:rsid w:val="00D77174"/>
    <w:rsid w:val="00D77994"/>
    <w:rsid w:val="00D77EC9"/>
    <w:rsid w:val="00D801E4"/>
    <w:rsid w:val="00D80AE9"/>
    <w:rsid w:val="00D8194C"/>
    <w:rsid w:val="00D82EE7"/>
    <w:rsid w:val="00D83D5C"/>
    <w:rsid w:val="00D8637A"/>
    <w:rsid w:val="00D876A3"/>
    <w:rsid w:val="00D877B5"/>
    <w:rsid w:val="00D92CE4"/>
    <w:rsid w:val="00D93D35"/>
    <w:rsid w:val="00D945E5"/>
    <w:rsid w:val="00D94984"/>
    <w:rsid w:val="00D95336"/>
    <w:rsid w:val="00D9635B"/>
    <w:rsid w:val="00DA1059"/>
    <w:rsid w:val="00DA1731"/>
    <w:rsid w:val="00DA25C0"/>
    <w:rsid w:val="00DA2702"/>
    <w:rsid w:val="00DA3889"/>
    <w:rsid w:val="00DA39EA"/>
    <w:rsid w:val="00DA6A67"/>
    <w:rsid w:val="00DA6B79"/>
    <w:rsid w:val="00DA7264"/>
    <w:rsid w:val="00DA7D43"/>
    <w:rsid w:val="00DB087E"/>
    <w:rsid w:val="00DB142D"/>
    <w:rsid w:val="00DB22F2"/>
    <w:rsid w:val="00DB3141"/>
    <w:rsid w:val="00DB33D6"/>
    <w:rsid w:val="00DB44E4"/>
    <w:rsid w:val="00DB517D"/>
    <w:rsid w:val="00DB5D70"/>
    <w:rsid w:val="00DB69C5"/>
    <w:rsid w:val="00DB730E"/>
    <w:rsid w:val="00DB743C"/>
    <w:rsid w:val="00DC1B98"/>
    <w:rsid w:val="00DC41AA"/>
    <w:rsid w:val="00DC5D52"/>
    <w:rsid w:val="00DC683C"/>
    <w:rsid w:val="00DC79C4"/>
    <w:rsid w:val="00DC7D53"/>
    <w:rsid w:val="00DD0B1F"/>
    <w:rsid w:val="00DD1DAC"/>
    <w:rsid w:val="00DD41A2"/>
    <w:rsid w:val="00DD54FF"/>
    <w:rsid w:val="00DD56CD"/>
    <w:rsid w:val="00DD5C4D"/>
    <w:rsid w:val="00DD65ED"/>
    <w:rsid w:val="00DD68ED"/>
    <w:rsid w:val="00DD7D39"/>
    <w:rsid w:val="00DE02AB"/>
    <w:rsid w:val="00DE1955"/>
    <w:rsid w:val="00DE1C55"/>
    <w:rsid w:val="00DE1F9A"/>
    <w:rsid w:val="00DE21A8"/>
    <w:rsid w:val="00DE2301"/>
    <w:rsid w:val="00DE23D8"/>
    <w:rsid w:val="00DE25E9"/>
    <w:rsid w:val="00DE4D36"/>
    <w:rsid w:val="00DE5303"/>
    <w:rsid w:val="00DE62C3"/>
    <w:rsid w:val="00DE6857"/>
    <w:rsid w:val="00DE71BB"/>
    <w:rsid w:val="00DE72C5"/>
    <w:rsid w:val="00DF06D5"/>
    <w:rsid w:val="00DF1FBE"/>
    <w:rsid w:val="00DF261E"/>
    <w:rsid w:val="00DF2A4E"/>
    <w:rsid w:val="00DF3B36"/>
    <w:rsid w:val="00DF45AF"/>
    <w:rsid w:val="00DF6574"/>
    <w:rsid w:val="00E005C9"/>
    <w:rsid w:val="00E01487"/>
    <w:rsid w:val="00E033A6"/>
    <w:rsid w:val="00E0387D"/>
    <w:rsid w:val="00E04C1E"/>
    <w:rsid w:val="00E051F6"/>
    <w:rsid w:val="00E06E56"/>
    <w:rsid w:val="00E07B4A"/>
    <w:rsid w:val="00E10D1B"/>
    <w:rsid w:val="00E10DCE"/>
    <w:rsid w:val="00E122C8"/>
    <w:rsid w:val="00E13356"/>
    <w:rsid w:val="00E14411"/>
    <w:rsid w:val="00E1496B"/>
    <w:rsid w:val="00E159EA"/>
    <w:rsid w:val="00E1633D"/>
    <w:rsid w:val="00E201D9"/>
    <w:rsid w:val="00E202A1"/>
    <w:rsid w:val="00E20513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6E58"/>
    <w:rsid w:val="00E36F35"/>
    <w:rsid w:val="00E373DC"/>
    <w:rsid w:val="00E37910"/>
    <w:rsid w:val="00E37B54"/>
    <w:rsid w:val="00E40DC5"/>
    <w:rsid w:val="00E413E8"/>
    <w:rsid w:val="00E42106"/>
    <w:rsid w:val="00E43A06"/>
    <w:rsid w:val="00E445DC"/>
    <w:rsid w:val="00E45D87"/>
    <w:rsid w:val="00E461E7"/>
    <w:rsid w:val="00E467C8"/>
    <w:rsid w:val="00E46E45"/>
    <w:rsid w:val="00E506C8"/>
    <w:rsid w:val="00E51F6A"/>
    <w:rsid w:val="00E56C39"/>
    <w:rsid w:val="00E601AA"/>
    <w:rsid w:val="00E60C0A"/>
    <w:rsid w:val="00E6137F"/>
    <w:rsid w:val="00E613A1"/>
    <w:rsid w:val="00E64E71"/>
    <w:rsid w:val="00E65239"/>
    <w:rsid w:val="00E66990"/>
    <w:rsid w:val="00E66BA4"/>
    <w:rsid w:val="00E6783D"/>
    <w:rsid w:val="00E71FB7"/>
    <w:rsid w:val="00E7303E"/>
    <w:rsid w:val="00E73492"/>
    <w:rsid w:val="00E75EEB"/>
    <w:rsid w:val="00E81D6B"/>
    <w:rsid w:val="00E81F69"/>
    <w:rsid w:val="00E83A75"/>
    <w:rsid w:val="00E85460"/>
    <w:rsid w:val="00E8596F"/>
    <w:rsid w:val="00E87527"/>
    <w:rsid w:val="00E90B61"/>
    <w:rsid w:val="00E90F76"/>
    <w:rsid w:val="00E91CF8"/>
    <w:rsid w:val="00E925B2"/>
    <w:rsid w:val="00E92689"/>
    <w:rsid w:val="00E94981"/>
    <w:rsid w:val="00E95FBF"/>
    <w:rsid w:val="00E95FDA"/>
    <w:rsid w:val="00E9617C"/>
    <w:rsid w:val="00E9623B"/>
    <w:rsid w:val="00E976FB"/>
    <w:rsid w:val="00E97B41"/>
    <w:rsid w:val="00EA0072"/>
    <w:rsid w:val="00EA0165"/>
    <w:rsid w:val="00EA088C"/>
    <w:rsid w:val="00EA56B8"/>
    <w:rsid w:val="00EA6537"/>
    <w:rsid w:val="00EA659A"/>
    <w:rsid w:val="00EA6E29"/>
    <w:rsid w:val="00EB03C0"/>
    <w:rsid w:val="00EB04EE"/>
    <w:rsid w:val="00EB0A20"/>
    <w:rsid w:val="00EB11EF"/>
    <w:rsid w:val="00EB2AC9"/>
    <w:rsid w:val="00EB3068"/>
    <w:rsid w:val="00EB41F9"/>
    <w:rsid w:val="00EB4900"/>
    <w:rsid w:val="00EB619F"/>
    <w:rsid w:val="00EB784E"/>
    <w:rsid w:val="00EC1443"/>
    <w:rsid w:val="00EC3396"/>
    <w:rsid w:val="00EC5D6B"/>
    <w:rsid w:val="00EC6F88"/>
    <w:rsid w:val="00EC72CA"/>
    <w:rsid w:val="00ED019A"/>
    <w:rsid w:val="00ED021E"/>
    <w:rsid w:val="00ED070B"/>
    <w:rsid w:val="00ED1AF5"/>
    <w:rsid w:val="00ED2E6C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2578"/>
    <w:rsid w:val="00EE3248"/>
    <w:rsid w:val="00EE35AC"/>
    <w:rsid w:val="00EE384F"/>
    <w:rsid w:val="00EE50C3"/>
    <w:rsid w:val="00EE5FAE"/>
    <w:rsid w:val="00EE68B5"/>
    <w:rsid w:val="00EE6CF5"/>
    <w:rsid w:val="00EE748F"/>
    <w:rsid w:val="00EE7960"/>
    <w:rsid w:val="00EE7A40"/>
    <w:rsid w:val="00EF220A"/>
    <w:rsid w:val="00EF37A9"/>
    <w:rsid w:val="00EF5C83"/>
    <w:rsid w:val="00F0217D"/>
    <w:rsid w:val="00F02B3C"/>
    <w:rsid w:val="00F0445C"/>
    <w:rsid w:val="00F057EF"/>
    <w:rsid w:val="00F07B48"/>
    <w:rsid w:val="00F11780"/>
    <w:rsid w:val="00F11CEE"/>
    <w:rsid w:val="00F12660"/>
    <w:rsid w:val="00F129B3"/>
    <w:rsid w:val="00F1627B"/>
    <w:rsid w:val="00F2435A"/>
    <w:rsid w:val="00F266FD"/>
    <w:rsid w:val="00F26A33"/>
    <w:rsid w:val="00F317F9"/>
    <w:rsid w:val="00F35113"/>
    <w:rsid w:val="00F3525F"/>
    <w:rsid w:val="00F4069D"/>
    <w:rsid w:val="00F408FF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46D3B"/>
    <w:rsid w:val="00F50333"/>
    <w:rsid w:val="00F50464"/>
    <w:rsid w:val="00F516C1"/>
    <w:rsid w:val="00F51E4C"/>
    <w:rsid w:val="00F553BB"/>
    <w:rsid w:val="00F55746"/>
    <w:rsid w:val="00F56BEA"/>
    <w:rsid w:val="00F619BA"/>
    <w:rsid w:val="00F62553"/>
    <w:rsid w:val="00F633B3"/>
    <w:rsid w:val="00F642EB"/>
    <w:rsid w:val="00F6462B"/>
    <w:rsid w:val="00F64893"/>
    <w:rsid w:val="00F64EA3"/>
    <w:rsid w:val="00F658DB"/>
    <w:rsid w:val="00F66160"/>
    <w:rsid w:val="00F700FF"/>
    <w:rsid w:val="00F70ECB"/>
    <w:rsid w:val="00F7145C"/>
    <w:rsid w:val="00F714D2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15EE"/>
    <w:rsid w:val="00F83114"/>
    <w:rsid w:val="00F83357"/>
    <w:rsid w:val="00F83B69"/>
    <w:rsid w:val="00F83D8E"/>
    <w:rsid w:val="00F84004"/>
    <w:rsid w:val="00F840B8"/>
    <w:rsid w:val="00F846F1"/>
    <w:rsid w:val="00F85CDB"/>
    <w:rsid w:val="00F90769"/>
    <w:rsid w:val="00F932B8"/>
    <w:rsid w:val="00F9369B"/>
    <w:rsid w:val="00F939E3"/>
    <w:rsid w:val="00F93D45"/>
    <w:rsid w:val="00F9483B"/>
    <w:rsid w:val="00F951FD"/>
    <w:rsid w:val="00F9641B"/>
    <w:rsid w:val="00F9687B"/>
    <w:rsid w:val="00FA0E76"/>
    <w:rsid w:val="00FA1C8C"/>
    <w:rsid w:val="00FA2971"/>
    <w:rsid w:val="00FA3A1A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1CCA"/>
    <w:rsid w:val="00FC1E67"/>
    <w:rsid w:val="00FC29DB"/>
    <w:rsid w:val="00FC38BC"/>
    <w:rsid w:val="00FC4186"/>
    <w:rsid w:val="00FC67EA"/>
    <w:rsid w:val="00FC78AF"/>
    <w:rsid w:val="00FC7E9F"/>
    <w:rsid w:val="00FD19A2"/>
    <w:rsid w:val="00FD2268"/>
    <w:rsid w:val="00FD2DCA"/>
    <w:rsid w:val="00FD2FAA"/>
    <w:rsid w:val="00FD317A"/>
    <w:rsid w:val="00FD4DB2"/>
    <w:rsid w:val="00FD5F02"/>
    <w:rsid w:val="00FD7A71"/>
    <w:rsid w:val="00FD7B51"/>
    <w:rsid w:val="00FE186F"/>
    <w:rsid w:val="00FE1950"/>
    <w:rsid w:val="00FE23AA"/>
    <w:rsid w:val="00FE304F"/>
    <w:rsid w:val="00FE3EB6"/>
    <w:rsid w:val="00FE4A26"/>
    <w:rsid w:val="00FE6DEE"/>
    <w:rsid w:val="00FE6F82"/>
    <w:rsid w:val="00FE724E"/>
    <w:rsid w:val="00FE7795"/>
    <w:rsid w:val="00FE7AB0"/>
    <w:rsid w:val="00FF07E5"/>
    <w:rsid w:val="00FF10AD"/>
    <w:rsid w:val="00FF15FC"/>
    <w:rsid w:val="00FF26CB"/>
    <w:rsid w:val="00FF271E"/>
    <w:rsid w:val="00FF3C7B"/>
    <w:rsid w:val="00FF3FCB"/>
    <w:rsid w:val="00FF406A"/>
    <w:rsid w:val="00FF5FB7"/>
    <w:rsid w:val="00FF6535"/>
    <w:rsid w:val="00FF7332"/>
    <w:rsid w:val="00FF796A"/>
    <w:rsid w:val="0253EC6E"/>
    <w:rsid w:val="35A8C820"/>
    <w:rsid w:val="5186483A"/>
    <w:rsid w:val="5208C121"/>
    <w:rsid w:val="5C722E20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EBBE50B1-E61F-4AFD-9D5C-C5B056A9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ma@postacert.istruzione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9</TotalTime>
  <Pages>2</Pages>
  <Words>107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Marco Petrini</cp:lastModifiedBy>
  <cp:revision>11</cp:revision>
  <cp:lastPrinted>2022-06-13T08:02:00Z</cp:lastPrinted>
  <dcterms:created xsi:type="dcterms:W3CDTF">2022-08-16T08:29:00Z</dcterms:created>
  <dcterms:modified xsi:type="dcterms:W3CDTF">2022-08-17T10:30:00Z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